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99F" w:rsidRDefault="00C2099F" w:rsidP="000D741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CE3AF3" w:rsidRPr="00083D75" w:rsidRDefault="00CE3AF3" w:rsidP="00CE3AF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CE3AF3" w:rsidRDefault="00CE3AF3" w:rsidP="00CE3AF3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896671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Pr="0089667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Pr="00896671">
        <w:rPr>
          <w:sz w:val="26"/>
          <w:szCs w:val="26"/>
        </w:rPr>
        <w:t xml:space="preserve"> директора-</w:t>
      </w:r>
    </w:p>
    <w:p w:rsidR="00CE3AF3" w:rsidRPr="00C81BA2" w:rsidRDefault="00CE3AF3" w:rsidP="00CE3AF3">
      <w:pPr>
        <w:spacing w:line="276" w:lineRule="auto"/>
        <w:ind w:right="-2"/>
        <w:jc w:val="right"/>
        <w:rPr>
          <w:sz w:val="26"/>
          <w:szCs w:val="26"/>
        </w:rPr>
      </w:pPr>
      <w:r w:rsidRPr="00896671">
        <w:rPr>
          <w:sz w:val="26"/>
          <w:szCs w:val="26"/>
        </w:rPr>
        <w:t>главн</w:t>
      </w:r>
      <w:r>
        <w:rPr>
          <w:sz w:val="26"/>
          <w:szCs w:val="26"/>
        </w:rPr>
        <w:t>ый</w:t>
      </w:r>
      <w:r w:rsidRPr="0089667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 xml:space="preserve"> филиала</w:t>
      </w:r>
      <w:r w:rsidRPr="00585B69">
        <w:rPr>
          <w:sz w:val="26"/>
          <w:szCs w:val="26"/>
        </w:rPr>
        <w:t xml:space="preserve">                                                                                                       </w:t>
      </w:r>
    </w:p>
    <w:p w:rsidR="00CE3AF3" w:rsidRDefault="00CE3AF3" w:rsidP="00CE3AF3">
      <w:pPr>
        <w:spacing w:line="276" w:lineRule="auto"/>
        <w:ind w:right="-2"/>
        <w:jc w:val="right"/>
        <w:rPr>
          <w:sz w:val="26"/>
          <w:szCs w:val="26"/>
        </w:rPr>
      </w:pPr>
      <w:r w:rsidRPr="00C81BA2">
        <w:rPr>
          <w:sz w:val="26"/>
          <w:szCs w:val="26"/>
        </w:rPr>
        <w:t>ПАО «</w:t>
      </w:r>
      <w:r>
        <w:rPr>
          <w:sz w:val="26"/>
          <w:szCs w:val="26"/>
        </w:rPr>
        <w:t>Россети</w:t>
      </w:r>
      <w:r w:rsidRPr="00C81BA2">
        <w:rPr>
          <w:sz w:val="26"/>
          <w:szCs w:val="26"/>
        </w:rPr>
        <w:t xml:space="preserve"> Центр» - «Смоленскэнерго»</w:t>
      </w:r>
    </w:p>
    <w:p w:rsidR="00CE3AF3" w:rsidRPr="00C81BA2" w:rsidRDefault="00CE3AF3" w:rsidP="00CE3AF3">
      <w:pPr>
        <w:spacing w:line="276" w:lineRule="auto"/>
        <w:ind w:right="-2"/>
        <w:jc w:val="right"/>
        <w:rPr>
          <w:sz w:val="26"/>
          <w:szCs w:val="26"/>
        </w:rPr>
      </w:pPr>
    </w:p>
    <w:p w:rsidR="00CE3AF3" w:rsidRPr="00C81BA2" w:rsidRDefault="00CE3AF3" w:rsidP="00CE3AF3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</w:t>
      </w:r>
      <w:r w:rsidRPr="00C81BA2">
        <w:rPr>
          <w:sz w:val="26"/>
          <w:szCs w:val="26"/>
        </w:rPr>
        <w:t xml:space="preserve">____________ </w:t>
      </w:r>
      <w:r>
        <w:rPr>
          <w:sz w:val="26"/>
          <w:szCs w:val="26"/>
        </w:rPr>
        <w:t>Колдунов А.А.</w:t>
      </w:r>
    </w:p>
    <w:p w:rsidR="00CE3AF3" w:rsidRDefault="00CE3AF3" w:rsidP="00CE3AF3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81BA2">
        <w:rPr>
          <w:sz w:val="26"/>
          <w:szCs w:val="26"/>
        </w:rPr>
        <w:t>«___»__________________ 202</w:t>
      </w:r>
      <w:r>
        <w:rPr>
          <w:sz w:val="26"/>
          <w:szCs w:val="26"/>
        </w:rPr>
        <w:t>2</w:t>
      </w:r>
      <w:r w:rsidRPr="00C81BA2">
        <w:rPr>
          <w:sz w:val="26"/>
          <w:szCs w:val="26"/>
        </w:rPr>
        <w:t xml:space="preserve"> г.</w:t>
      </w:r>
    </w:p>
    <w:p w:rsidR="000D7412" w:rsidRPr="00DC6AE1" w:rsidRDefault="000D7412" w:rsidP="000D7412">
      <w:pPr>
        <w:rPr>
          <w:sz w:val="24"/>
          <w:szCs w:val="24"/>
        </w:rPr>
      </w:pPr>
    </w:p>
    <w:p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FD7D1F">
        <w:rPr>
          <w:b/>
          <w:sz w:val="26"/>
          <w:szCs w:val="26"/>
        </w:rPr>
        <w:t xml:space="preserve">    </w:t>
      </w:r>
    </w:p>
    <w:p w:rsidR="007A7409" w:rsidRPr="002D5977" w:rsidRDefault="002D5977" w:rsidP="002D5977">
      <w:pPr>
        <w:spacing w:line="276" w:lineRule="auto"/>
        <w:ind w:left="703"/>
        <w:jc w:val="center"/>
        <w:rPr>
          <w:b/>
        </w:rPr>
      </w:pPr>
      <w:r w:rsidRPr="00D25CB2">
        <w:rPr>
          <w:b/>
        </w:rPr>
        <w:t>ТЕХНИЧЕСКО</w:t>
      </w:r>
      <w:r w:rsidR="00CE3AF3">
        <w:rPr>
          <w:b/>
        </w:rPr>
        <w:t>Е</w:t>
      </w:r>
      <w:r w:rsidRPr="00D25CB2">
        <w:rPr>
          <w:b/>
        </w:rPr>
        <w:t xml:space="preserve"> ЗАДАНИ</w:t>
      </w:r>
      <w:r w:rsidR="00CE3AF3">
        <w:rPr>
          <w:b/>
        </w:rPr>
        <w:t>Е</w:t>
      </w:r>
      <w:r w:rsidR="00205F02" w:rsidRPr="0096660E">
        <w:rPr>
          <w:b/>
          <w:sz w:val="24"/>
          <w:szCs w:val="24"/>
        </w:rPr>
        <w:tab/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  <w:r w:rsidRPr="0096660E">
        <w:rPr>
          <w:b/>
          <w:sz w:val="24"/>
          <w:szCs w:val="24"/>
        </w:rPr>
        <w:tab/>
      </w:r>
      <w:r w:rsidRPr="0096660E">
        <w:rPr>
          <w:sz w:val="24"/>
          <w:szCs w:val="24"/>
        </w:rPr>
        <w:t xml:space="preserve">  </w:t>
      </w:r>
      <w:r w:rsidR="003B3808" w:rsidRPr="0096660E">
        <w:rPr>
          <w:sz w:val="24"/>
          <w:szCs w:val="24"/>
        </w:rPr>
        <w:t xml:space="preserve">на поставку </w:t>
      </w:r>
      <w:r w:rsidR="00F67EBE" w:rsidRPr="0096660E">
        <w:rPr>
          <w:sz w:val="24"/>
          <w:szCs w:val="24"/>
        </w:rPr>
        <w:t xml:space="preserve">стационарных </w:t>
      </w:r>
      <w:r w:rsidR="004657AB" w:rsidRPr="0096660E">
        <w:rPr>
          <w:sz w:val="24"/>
          <w:szCs w:val="24"/>
        </w:rPr>
        <w:t>аккумуляторных батарей</w:t>
      </w:r>
      <w:r w:rsidR="00F67EBE" w:rsidRPr="0096660E">
        <w:rPr>
          <w:sz w:val="24"/>
          <w:szCs w:val="24"/>
        </w:rPr>
        <w:t xml:space="preserve"> и аккумуляторных батарей для устройств управления оперативным током</w:t>
      </w:r>
    </w:p>
    <w:p w:rsidR="00205F02" w:rsidRPr="0007505A" w:rsidRDefault="00777438" w:rsidP="0007505A">
      <w:pPr>
        <w:spacing w:line="276" w:lineRule="auto"/>
        <w:ind w:left="705"/>
        <w:jc w:val="center"/>
        <w:rPr>
          <w:sz w:val="24"/>
          <w:szCs w:val="24"/>
        </w:rPr>
      </w:pPr>
      <w:r w:rsidRPr="0096660E">
        <w:rPr>
          <w:sz w:val="24"/>
          <w:szCs w:val="24"/>
        </w:rPr>
        <w:t>Лот №30</w:t>
      </w:r>
      <w:r w:rsidR="004657AB" w:rsidRPr="0096660E">
        <w:rPr>
          <w:sz w:val="24"/>
          <w:szCs w:val="24"/>
        </w:rPr>
        <w:t>7В</w:t>
      </w:r>
      <w:r w:rsidRPr="0096660E">
        <w:rPr>
          <w:sz w:val="24"/>
          <w:szCs w:val="24"/>
        </w:rPr>
        <w:t>.</w:t>
      </w:r>
    </w:p>
    <w:p w:rsidR="00205F02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</w:p>
    <w:p w:rsidR="00F76795" w:rsidRPr="0096660E" w:rsidRDefault="00F76795" w:rsidP="008E1724">
      <w:pPr>
        <w:spacing w:line="276" w:lineRule="auto"/>
        <w:ind w:firstLine="700"/>
        <w:jc w:val="center"/>
        <w:rPr>
          <w:sz w:val="24"/>
          <w:szCs w:val="24"/>
        </w:rPr>
      </w:pPr>
    </w:p>
    <w:p w:rsidR="00205F02" w:rsidRPr="0040553E" w:rsidRDefault="00205F02" w:rsidP="0007505A">
      <w:pPr>
        <w:numPr>
          <w:ilvl w:val="0"/>
          <w:numId w:val="1"/>
        </w:numPr>
        <w:tabs>
          <w:tab w:val="clear" w:pos="1946"/>
          <w:tab w:val="num" w:pos="1134"/>
        </w:tabs>
        <w:ind w:left="0" w:firstLine="700"/>
        <w:jc w:val="both"/>
        <w:rPr>
          <w:sz w:val="24"/>
          <w:szCs w:val="24"/>
        </w:rPr>
      </w:pPr>
      <w:r w:rsidRPr="0040553E">
        <w:rPr>
          <w:b/>
          <w:sz w:val="24"/>
          <w:szCs w:val="24"/>
        </w:rPr>
        <w:t>Общ</w:t>
      </w:r>
      <w:r w:rsidR="00BB584A" w:rsidRPr="0040553E">
        <w:rPr>
          <w:b/>
          <w:sz w:val="24"/>
          <w:szCs w:val="24"/>
        </w:rPr>
        <w:t>ая</w:t>
      </w:r>
      <w:r w:rsidRPr="0040553E">
        <w:rPr>
          <w:b/>
          <w:sz w:val="24"/>
          <w:szCs w:val="24"/>
        </w:rPr>
        <w:t xml:space="preserve"> </w:t>
      </w:r>
      <w:r w:rsidR="00FB2893" w:rsidRPr="0040553E">
        <w:rPr>
          <w:b/>
          <w:sz w:val="24"/>
          <w:szCs w:val="24"/>
        </w:rPr>
        <w:t>часть</w:t>
      </w:r>
      <w:r w:rsidR="0007505A" w:rsidRPr="0040553E">
        <w:rPr>
          <w:b/>
          <w:sz w:val="24"/>
          <w:szCs w:val="24"/>
        </w:rPr>
        <w:t>.</w:t>
      </w:r>
    </w:p>
    <w:p w:rsidR="00792252" w:rsidRPr="0040553E" w:rsidRDefault="0040553E" w:rsidP="0007505A">
      <w:pPr>
        <w:ind w:firstLine="700"/>
        <w:jc w:val="both"/>
        <w:rPr>
          <w:sz w:val="24"/>
          <w:szCs w:val="24"/>
        </w:rPr>
      </w:pPr>
      <w:r w:rsidRPr="0040553E">
        <w:rPr>
          <w:sz w:val="24"/>
          <w:szCs w:val="24"/>
        </w:rPr>
        <w:t>ПАО «Россети Центр»</w:t>
      </w:r>
      <w:r w:rsidR="00205F02" w:rsidRPr="0040553E">
        <w:rPr>
          <w:sz w:val="24"/>
          <w:szCs w:val="24"/>
        </w:rPr>
        <w:t xml:space="preserve"> производит </w:t>
      </w:r>
      <w:r w:rsidR="00205F02" w:rsidRPr="00C96112">
        <w:rPr>
          <w:sz w:val="24"/>
          <w:szCs w:val="24"/>
        </w:rPr>
        <w:t xml:space="preserve">закупку </w:t>
      </w:r>
      <w:r w:rsidR="00CE3AF3" w:rsidRPr="00C96112">
        <w:rPr>
          <w:sz w:val="24"/>
          <w:szCs w:val="24"/>
        </w:rPr>
        <w:t>27</w:t>
      </w:r>
      <w:r w:rsidR="00BB584A" w:rsidRPr="00C96112">
        <w:rPr>
          <w:sz w:val="24"/>
          <w:szCs w:val="24"/>
        </w:rPr>
        <w:t xml:space="preserve"> </w:t>
      </w:r>
      <w:r w:rsidR="002C4E98" w:rsidRPr="00C96112">
        <w:rPr>
          <w:sz w:val="24"/>
          <w:szCs w:val="24"/>
        </w:rPr>
        <w:t>комплектов</w:t>
      </w:r>
      <w:r w:rsidR="002C4E98" w:rsidRPr="0040553E">
        <w:rPr>
          <w:sz w:val="24"/>
          <w:szCs w:val="24"/>
        </w:rPr>
        <w:t xml:space="preserve"> </w:t>
      </w:r>
      <w:r w:rsidR="00B96B30" w:rsidRPr="0040553E">
        <w:rPr>
          <w:sz w:val="24"/>
          <w:szCs w:val="24"/>
        </w:rPr>
        <w:t>аккумуляторных батарей</w:t>
      </w:r>
      <w:r w:rsidR="00FD7D1F" w:rsidRPr="0040553E">
        <w:rPr>
          <w:sz w:val="24"/>
          <w:szCs w:val="24"/>
        </w:rPr>
        <w:t xml:space="preserve"> </w:t>
      </w:r>
      <w:r w:rsidR="00B96B30" w:rsidRPr="0040553E">
        <w:rPr>
          <w:sz w:val="24"/>
          <w:szCs w:val="24"/>
        </w:rPr>
        <w:t xml:space="preserve">(АБ) </w:t>
      </w:r>
      <w:r w:rsidR="00FD7D1F" w:rsidRPr="0040553E">
        <w:rPr>
          <w:sz w:val="24"/>
          <w:szCs w:val="24"/>
        </w:rPr>
        <w:t xml:space="preserve">для </w:t>
      </w:r>
      <w:r w:rsidR="00D135E5">
        <w:rPr>
          <w:sz w:val="24"/>
          <w:szCs w:val="24"/>
        </w:rPr>
        <w:t xml:space="preserve">выполнения программы по </w:t>
      </w:r>
      <w:r w:rsidR="00D135E5" w:rsidRPr="00D135E5">
        <w:rPr>
          <w:sz w:val="24"/>
          <w:szCs w:val="24"/>
        </w:rPr>
        <w:t>техническому обслуживанию и ремонту (ТОиР) на 2023 год</w:t>
      </w:r>
      <w:r w:rsidR="00792252" w:rsidRPr="00D135E5">
        <w:rPr>
          <w:sz w:val="24"/>
          <w:szCs w:val="24"/>
        </w:rPr>
        <w:t>.</w:t>
      </w:r>
    </w:p>
    <w:p w:rsidR="00912DA1" w:rsidRDefault="00912DA1" w:rsidP="0007505A">
      <w:pPr>
        <w:ind w:firstLine="700"/>
        <w:jc w:val="both"/>
        <w:rPr>
          <w:sz w:val="24"/>
          <w:szCs w:val="24"/>
        </w:rPr>
      </w:pPr>
      <w:r w:rsidRPr="0040553E">
        <w:rPr>
          <w:sz w:val="24"/>
          <w:szCs w:val="24"/>
        </w:rPr>
        <w:t>Закупка производится на основани</w:t>
      </w:r>
      <w:r w:rsidR="0096660E" w:rsidRPr="0040553E">
        <w:rPr>
          <w:sz w:val="24"/>
          <w:szCs w:val="24"/>
        </w:rPr>
        <w:t>и</w:t>
      </w:r>
      <w:r w:rsidRPr="0040553E">
        <w:rPr>
          <w:sz w:val="24"/>
          <w:szCs w:val="24"/>
        </w:rPr>
        <w:t xml:space="preserve"> </w:t>
      </w:r>
      <w:r w:rsidR="0096660E" w:rsidRPr="0040553E">
        <w:rPr>
          <w:sz w:val="24"/>
          <w:szCs w:val="24"/>
        </w:rPr>
        <w:t>плана</w:t>
      </w:r>
      <w:r w:rsidRPr="0040553E">
        <w:rPr>
          <w:sz w:val="24"/>
          <w:szCs w:val="24"/>
        </w:rPr>
        <w:t xml:space="preserve"> закупок </w:t>
      </w:r>
      <w:r w:rsidR="0040553E" w:rsidRPr="0040553E">
        <w:rPr>
          <w:sz w:val="24"/>
          <w:szCs w:val="24"/>
        </w:rPr>
        <w:t>ПАО «Россети Центр»</w:t>
      </w:r>
      <w:r w:rsidR="00C2099F" w:rsidRPr="0040553E">
        <w:rPr>
          <w:sz w:val="24"/>
          <w:szCs w:val="24"/>
        </w:rPr>
        <w:t xml:space="preserve"> </w:t>
      </w:r>
      <w:r w:rsidRPr="0040553E">
        <w:rPr>
          <w:sz w:val="24"/>
          <w:szCs w:val="24"/>
        </w:rPr>
        <w:t>на 20</w:t>
      </w:r>
      <w:r w:rsidR="00A44A32">
        <w:rPr>
          <w:sz w:val="24"/>
          <w:szCs w:val="24"/>
        </w:rPr>
        <w:t>22</w:t>
      </w:r>
      <w:r w:rsidRPr="0040553E">
        <w:rPr>
          <w:sz w:val="24"/>
          <w:szCs w:val="24"/>
        </w:rPr>
        <w:t xml:space="preserve"> год. </w:t>
      </w:r>
    </w:p>
    <w:p w:rsidR="00F76795" w:rsidRPr="0040553E" w:rsidRDefault="00F76795" w:rsidP="0007505A">
      <w:pPr>
        <w:ind w:firstLine="700"/>
        <w:jc w:val="both"/>
        <w:rPr>
          <w:sz w:val="24"/>
          <w:szCs w:val="24"/>
        </w:rPr>
      </w:pPr>
    </w:p>
    <w:p w:rsidR="00205F02" w:rsidRPr="0040553E" w:rsidRDefault="00205F02" w:rsidP="0007505A">
      <w:pPr>
        <w:numPr>
          <w:ilvl w:val="0"/>
          <w:numId w:val="1"/>
        </w:numPr>
        <w:tabs>
          <w:tab w:val="num" w:pos="1000"/>
        </w:tabs>
        <w:ind w:left="0" w:firstLine="700"/>
        <w:jc w:val="both"/>
        <w:rPr>
          <w:b/>
          <w:sz w:val="24"/>
          <w:szCs w:val="24"/>
        </w:rPr>
      </w:pPr>
      <w:r w:rsidRPr="0040553E">
        <w:rPr>
          <w:b/>
          <w:sz w:val="24"/>
          <w:szCs w:val="24"/>
        </w:rPr>
        <w:t xml:space="preserve"> Предмет </w:t>
      </w:r>
      <w:r w:rsidR="0007505A" w:rsidRPr="0040553E">
        <w:rPr>
          <w:b/>
          <w:bCs/>
          <w:sz w:val="24"/>
          <w:szCs w:val="24"/>
        </w:rPr>
        <w:t>закупочной процедуры.</w:t>
      </w:r>
    </w:p>
    <w:p w:rsidR="004A0CF2" w:rsidRPr="0040553E" w:rsidRDefault="00FD7D1F" w:rsidP="0007505A">
      <w:pPr>
        <w:ind w:firstLine="700"/>
        <w:jc w:val="both"/>
        <w:rPr>
          <w:sz w:val="24"/>
          <w:szCs w:val="24"/>
        </w:rPr>
      </w:pPr>
      <w:r w:rsidRPr="0040553E">
        <w:rPr>
          <w:sz w:val="24"/>
          <w:szCs w:val="24"/>
        </w:rPr>
        <w:t xml:space="preserve">Поставщик обеспечивает поставку оборудования </w:t>
      </w:r>
      <w:r w:rsidR="0027779A" w:rsidRPr="0040553E">
        <w:rPr>
          <w:sz w:val="24"/>
          <w:szCs w:val="24"/>
        </w:rPr>
        <w:t>на склад филиал</w:t>
      </w:r>
      <w:r w:rsidR="008967D5">
        <w:rPr>
          <w:sz w:val="24"/>
          <w:szCs w:val="24"/>
        </w:rPr>
        <w:t>а</w:t>
      </w:r>
      <w:r w:rsidR="0027779A" w:rsidRPr="0040553E">
        <w:rPr>
          <w:sz w:val="24"/>
          <w:szCs w:val="24"/>
        </w:rPr>
        <w:t xml:space="preserve"> </w:t>
      </w:r>
      <w:r w:rsidR="0040553E" w:rsidRPr="0040553E">
        <w:rPr>
          <w:sz w:val="24"/>
          <w:szCs w:val="24"/>
        </w:rPr>
        <w:t>ПАО «Россети Центр»</w:t>
      </w:r>
      <w:r w:rsidR="008967D5">
        <w:rPr>
          <w:sz w:val="24"/>
          <w:szCs w:val="24"/>
        </w:rPr>
        <w:t xml:space="preserve"> - «Смоленскэнерго»</w:t>
      </w:r>
      <w:r w:rsidR="00C2099F" w:rsidRPr="0040553E">
        <w:rPr>
          <w:sz w:val="24"/>
          <w:szCs w:val="24"/>
        </w:rPr>
        <w:t xml:space="preserve"> </w:t>
      </w:r>
      <w:r w:rsidR="0027779A" w:rsidRPr="0040553E">
        <w:rPr>
          <w:sz w:val="24"/>
          <w:szCs w:val="24"/>
        </w:rPr>
        <w:t>в объемах</w:t>
      </w:r>
      <w:r w:rsidR="00BB584A" w:rsidRPr="0040553E">
        <w:rPr>
          <w:sz w:val="24"/>
          <w:szCs w:val="24"/>
        </w:rPr>
        <w:t xml:space="preserve"> и в сроки</w:t>
      </w:r>
      <w:r w:rsidR="0027779A" w:rsidRPr="0040553E">
        <w:rPr>
          <w:sz w:val="24"/>
          <w:szCs w:val="24"/>
        </w:rPr>
        <w:t xml:space="preserve">, </w:t>
      </w:r>
      <w:r w:rsidR="00BB584A" w:rsidRPr="0040553E">
        <w:rPr>
          <w:sz w:val="24"/>
          <w:szCs w:val="24"/>
        </w:rPr>
        <w:t>установленные данным ТЗ:</w:t>
      </w:r>
    </w:p>
    <w:p w:rsidR="00C2099F" w:rsidRPr="0096660E" w:rsidRDefault="00C2099F" w:rsidP="0007505A">
      <w:pPr>
        <w:ind w:firstLine="700"/>
        <w:jc w:val="both"/>
        <w:rPr>
          <w:sz w:val="24"/>
          <w:szCs w:val="24"/>
        </w:rPr>
      </w:pPr>
    </w:p>
    <w:tbl>
      <w:tblPr>
        <w:tblStyle w:val="a4"/>
        <w:tblW w:w="10147" w:type="dxa"/>
        <w:jc w:val="center"/>
        <w:tblLook w:val="04A0" w:firstRow="1" w:lastRow="0" w:firstColumn="1" w:lastColumn="0" w:noHBand="0" w:noVBand="1"/>
      </w:tblPr>
      <w:tblGrid>
        <w:gridCol w:w="1980"/>
        <w:gridCol w:w="1984"/>
        <w:gridCol w:w="2126"/>
        <w:gridCol w:w="2004"/>
        <w:gridCol w:w="2053"/>
      </w:tblGrid>
      <w:tr w:rsidR="00B9143F" w:rsidRPr="00B9143F" w:rsidTr="00B9143F">
        <w:trPr>
          <w:trHeight w:val="608"/>
          <w:jc w:val="center"/>
        </w:trPr>
        <w:tc>
          <w:tcPr>
            <w:tcW w:w="1980" w:type="dxa"/>
            <w:vAlign w:val="center"/>
          </w:tcPr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26" w:type="dxa"/>
            <w:vAlign w:val="center"/>
          </w:tcPr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2004" w:type="dxa"/>
            <w:vAlign w:val="center"/>
          </w:tcPr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Срок изготовления *</w:t>
            </w:r>
          </w:p>
        </w:tc>
        <w:tc>
          <w:tcPr>
            <w:tcW w:w="2053" w:type="dxa"/>
            <w:vAlign w:val="center"/>
          </w:tcPr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Количество</w:t>
            </w:r>
          </w:p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комплектов</w:t>
            </w:r>
          </w:p>
        </w:tc>
      </w:tr>
      <w:tr w:rsidR="00B9143F" w:rsidRPr="00B9143F" w:rsidTr="00B9143F">
        <w:trPr>
          <w:jc w:val="center"/>
        </w:trPr>
        <w:tc>
          <w:tcPr>
            <w:tcW w:w="1980" w:type="dxa"/>
          </w:tcPr>
          <w:p w:rsidR="00B9143F" w:rsidRPr="00B9143F" w:rsidRDefault="00B9143F" w:rsidP="008B4382">
            <w:pPr>
              <w:tabs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Смоленскэнерго</w:t>
            </w:r>
          </w:p>
        </w:tc>
        <w:tc>
          <w:tcPr>
            <w:tcW w:w="1984" w:type="dxa"/>
          </w:tcPr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Авто/жд</w:t>
            </w:r>
          </w:p>
        </w:tc>
        <w:tc>
          <w:tcPr>
            <w:tcW w:w="2126" w:type="dxa"/>
          </w:tcPr>
          <w:p w:rsidR="00B9143F" w:rsidRPr="00B9143F" w:rsidRDefault="00B9143F" w:rsidP="00B9143F">
            <w:pPr>
              <w:tabs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Смоленск, ул. Индустриальная, д.5</w:t>
            </w:r>
          </w:p>
        </w:tc>
        <w:tc>
          <w:tcPr>
            <w:tcW w:w="2004" w:type="dxa"/>
          </w:tcPr>
          <w:p w:rsidR="00B9143F" w:rsidRPr="00B9143F" w:rsidRDefault="00B9143F" w:rsidP="00B9143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дней</w:t>
            </w:r>
          </w:p>
        </w:tc>
        <w:tc>
          <w:tcPr>
            <w:tcW w:w="2053" w:type="dxa"/>
          </w:tcPr>
          <w:p w:rsidR="00B9143F" w:rsidRPr="00B9143F" w:rsidRDefault="00B9143F" w:rsidP="00B9143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</w:tbl>
    <w:p w:rsidR="00B9143F" w:rsidRPr="000E3302" w:rsidRDefault="00B9143F" w:rsidP="00B9143F">
      <w:pPr>
        <w:jc w:val="both"/>
        <w:rPr>
          <w:sz w:val="24"/>
          <w:szCs w:val="24"/>
        </w:rPr>
      </w:pPr>
      <w:r w:rsidRPr="00B9143F">
        <w:rPr>
          <w:sz w:val="24"/>
          <w:szCs w:val="24"/>
        </w:rPr>
        <w:t>* в календарных днях с даты заключения договора</w:t>
      </w:r>
      <w:r w:rsidRPr="000E3302">
        <w:rPr>
          <w:sz w:val="24"/>
          <w:szCs w:val="24"/>
        </w:rPr>
        <w:t xml:space="preserve"> </w:t>
      </w:r>
    </w:p>
    <w:p w:rsidR="00205F02" w:rsidRDefault="00205F02" w:rsidP="0007505A">
      <w:pPr>
        <w:ind w:firstLine="700"/>
        <w:jc w:val="both"/>
        <w:rPr>
          <w:sz w:val="24"/>
          <w:szCs w:val="24"/>
        </w:rPr>
      </w:pPr>
    </w:p>
    <w:p w:rsidR="00F76795" w:rsidRPr="0096660E" w:rsidRDefault="00F76795" w:rsidP="0007505A">
      <w:pPr>
        <w:ind w:firstLine="700"/>
        <w:jc w:val="both"/>
        <w:rPr>
          <w:sz w:val="24"/>
          <w:szCs w:val="24"/>
        </w:rPr>
      </w:pPr>
      <w:bookmarkStart w:id="0" w:name="_GoBack"/>
      <w:bookmarkEnd w:id="0"/>
    </w:p>
    <w:p w:rsidR="00B96B30" w:rsidRPr="0096660E" w:rsidRDefault="00205F02" w:rsidP="0007505A">
      <w:pPr>
        <w:pStyle w:val="a5"/>
        <w:numPr>
          <w:ilvl w:val="0"/>
          <w:numId w:val="1"/>
        </w:numPr>
        <w:tabs>
          <w:tab w:val="clear" w:pos="1946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Ос</w:t>
      </w:r>
      <w:r w:rsidR="00792252" w:rsidRPr="0096660E">
        <w:rPr>
          <w:b/>
          <w:sz w:val="24"/>
          <w:szCs w:val="24"/>
        </w:rPr>
        <w:t>новные технические требования к</w:t>
      </w:r>
      <w:r w:rsidRPr="0096660E">
        <w:rPr>
          <w:b/>
          <w:sz w:val="24"/>
          <w:szCs w:val="24"/>
        </w:rPr>
        <w:t xml:space="preserve"> оборудованию</w:t>
      </w:r>
      <w:r w:rsidR="0007505A">
        <w:rPr>
          <w:b/>
          <w:sz w:val="24"/>
          <w:szCs w:val="24"/>
        </w:rPr>
        <w:t>.</w:t>
      </w:r>
    </w:p>
    <w:p w:rsidR="004657AB" w:rsidRDefault="004657AB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3.</w:t>
      </w:r>
      <w:r w:rsidR="00573789" w:rsidRPr="0096660E">
        <w:rPr>
          <w:sz w:val="24"/>
          <w:szCs w:val="24"/>
        </w:rPr>
        <w:t>1</w:t>
      </w:r>
      <w:r w:rsidRPr="0096660E">
        <w:rPr>
          <w:sz w:val="24"/>
          <w:szCs w:val="24"/>
        </w:rPr>
        <w:t>.</w:t>
      </w:r>
      <w:r w:rsidR="0040553E">
        <w:rPr>
          <w:sz w:val="24"/>
          <w:szCs w:val="24"/>
        </w:rPr>
        <w:t xml:space="preserve"> </w:t>
      </w:r>
      <w:r w:rsidRPr="0096660E">
        <w:rPr>
          <w:sz w:val="24"/>
          <w:szCs w:val="24"/>
        </w:rPr>
        <w:t xml:space="preserve">Технические данные оборудования </w:t>
      </w:r>
      <w:r w:rsidR="00CD120C" w:rsidRPr="0096660E">
        <w:rPr>
          <w:sz w:val="24"/>
          <w:szCs w:val="24"/>
        </w:rPr>
        <w:t xml:space="preserve">должны </w:t>
      </w:r>
      <w:r w:rsidR="0024449D" w:rsidRPr="0024449D">
        <w:rPr>
          <w:sz w:val="24"/>
          <w:szCs w:val="24"/>
        </w:rPr>
        <w:t xml:space="preserve">соответствовать параметрам, приведенным в </w:t>
      </w:r>
      <w:r w:rsidR="00C96112">
        <w:rPr>
          <w:sz w:val="24"/>
          <w:szCs w:val="24"/>
        </w:rPr>
        <w:t>таблице</w:t>
      </w:r>
      <w:r w:rsidR="00CD120C" w:rsidRPr="0096660E">
        <w:rPr>
          <w:sz w:val="24"/>
          <w:szCs w:val="24"/>
        </w:rPr>
        <w:t>:</w:t>
      </w:r>
    </w:p>
    <w:p w:rsidR="00C96112" w:rsidRDefault="00C96112" w:rsidP="0032638F">
      <w:pPr>
        <w:ind w:left="709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6408"/>
        <w:gridCol w:w="1383"/>
      </w:tblGrid>
      <w:tr w:rsidR="00B9143F" w:rsidRPr="00BE5448" w:rsidTr="00B9143F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3F" w:rsidRPr="00BE5448" w:rsidRDefault="00B9143F" w:rsidP="00C96112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:rsidR="00B9143F" w:rsidRPr="00BE5448" w:rsidRDefault="00B9143F" w:rsidP="00C96112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3F" w:rsidRPr="00BE5448" w:rsidRDefault="00B9143F" w:rsidP="00C96112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3F" w:rsidRPr="00BE5448" w:rsidRDefault="00B9143F" w:rsidP="00C9611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43F" w:rsidRPr="00BE5448" w:rsidRDefault="00B9143F" w:rsidP="00C9611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</w:t>
            </w:r>
          </w:p>
        </w:tc>
      </w:tr>
      <w:tr w:rsidR="00B9143F" w:rsidRPr="0051779A" w:rsidTr="00654705">
        <w:trPr>
          <w:trHeight w:val="34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  <w:r w:rsidRPr="00C961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D135E5" w:rsidRDefault="00B9143F" w:rsidP="0003274A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  <w:r w:rsidRPr="00C53528">
              <w:rPr>
                <w:color w:val="000000"/>
                <w:sz w:val="24"/>
                <w:szCs w:val="24"/>
              </w:rPr>
              <w:t>B.B.Battery BC</w:t>
            </w:r>
            <w:r>
              <w:rPr>
                <w:color w:val="000000"/>
                <w:sz w:val="24"/>
                <w:szCs w:val="24"/>
              </w:rPr>
              <w:t>1</w:t>
            </w:r>
            <w:r w:rsidRPr="00C53528">
              <w:rPr>
                <w:color w:val="000000"/>
                <w:sz w:val="24"/>
                <w:szCs w:val="24"/>
              </w:rPr>
              <w:t>7-12</w:t>
            </w:r>
            <w:r>
              <w:rPr>
                <w:color w:val="000000"/>
                <w:sz w:val="24"/>
                <w:szCs w:val="24"/>
              </w:rPr>
              <w:t xml:space="preserve"> или</w:t>
            </w:r>
            <w:r w:rsidRPr="00D135E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аналог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12</w:t>
            </w:r>
            <w:r w:rsidRPr="00EB38AE"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143F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9143F" w:rsidRPr="0051779A" w:rsidTr="007D477C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Емк</w:t>
            </w:r>
            <w:r>
              <w:rPr>
                <w:color w:val="000000"/>
                <w:sz w:val="24"/>
                <w:szCs w:val="24"/>
              </w:rPr>
              <w:t>ость (при 20 часовом разряде),</w:t>
            </w:r>
            <w:r w:rsidR="00CA7DD8">
              <w:rPr>
                <w:color w:val="000000"/>
                <w:sz w:val="24"/>
                <w:szCs w:val="24"/>
              </w:rPr>
              <w:t xml:space="preserve"> не менее: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  <w:r w:rsidRPr="00C53528">
              <w:rPr>
                <w:color w:val="000000"/>
                <w:sz w:val="24"/>
                <w:szCs w:val="24"/>
              </w:rPr>
              <w:t>7</w:t>
            </w:r>
            <w:r w:rsidRPr="00EB38AE">
              <w:rPr>
                <w:color w:val="000000"/>
                <w:sz w:val="24"/>
                <w:szCs w:val="24"/>
              </w:rPr>
              <w:t xml:space="preserve"> А*ч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Номинальная рабочая температура, 25 °C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Раб</w:t>
            </w:r>
            <w:r>
              <w:rPr>
                <w:color w:val="000000"/>
                <w:sz w:val="24"/>
                <w:szCs w:val="24"/>
              </w:rPr>
              <w:t>очий диапазон температур, от 0 °C до +4</w:t>
            </w:r>
            <w:r w:rsidRPr="00EB38AE">
              <w:rPr>
                <w:color w:val="000000"/>
                <w:sz w:val="24"/>
                <w:szCs w:val="24"/>
              </w:rPr>
              <w:t>0 °C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B40DC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A2CAB">
              <w:rPr>
                <w:sz w:val="24"/>
                <w:szCs w:val="24"/>
              </w:rPr>
              <w:t>Размеры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>181</w:t>
            </w:r>
            <w:r w:rsidRPr="00726FA7">
              <w:rPr>
                <w:color w:val="000000"/>
                <w:sz w:val="24"/>
                <w:szCs w:val="24"/>
              </w:rPr>
              <w:t>±1,5</w:t>
            </w:r>
            <w:r>
              <w:rPr>
                <w:color w:val="000000"/>
                <w:sz w:val="24"/>
                <w:szCs w:val="24"/>
              </w:rPr>
              <w:t xml:space="preserve"> x 76</w:t>
            </w:r>
            <w:r w:rsidRPr="00ED160A">
              <w:rPr>
                <w:color w:val="000000"/>
                <w:sz w:val="24"/>
                <w:szCs w:val="24"/>
              </w:rPr>
              <w:t>±1,5</w:t>
            </w:r>
            <w:r>
              <w:rPr>
                <w:color w:val="000000"/>
                <w:sz w:val="24"/>
                <w:szCs w:val="24"/>
              </w:rPr>
              <w:t xml:space="preserve"> x 166</w:t>
            </w:r>
            <w:r w:rsidRPr="00726FA7">
              <w:rPr>
                <w:color w:val="000000"/>
                <w:sz w:val="24"/>
                <w:szCs w:val="24"/>
              </w:rPr>
              <w:t>±1,5</w:t>
            </w:r>
            <w:r w:rsidRPr="00ED160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295209">
              <w:rPr>
                <w:sz w:val="24"/>
                <w:szCs w:val="24"/>
                <w:shd w:val="clear" w:color="auto" w:fill="FFFFFF"/>
              </w:rPr>
              <w:t>мм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A2CAB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</w:tr>
      <w:tr w:rsidR="0003274A" w:rsidRPr="0051779A" w:rsidTr="007D477C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4A" w:rsidRPr="00312550" w:rsidRDefault="0003274A" w:rsidP="00C9611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4A" w:rsidRPr="00312550" w:rsidRDefault="0003274A" w:rsidP="00C9611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4A" w:rsidRPr="00EA2CAB" w:rsidRDefault="0003274A" w:rsidP="0003274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разрядный ток, не менее</w:t>
            </w:r>
            <w:r w:rsidRPr="008967D5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250</w:t>
            </w:r>
            <w:r w:rsidRPr="008967D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(5с.)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03274A" w:rsidRPr="00EA2CAB" w:rsidRDefault="0003274A" w:rsidP="00C96112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2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03274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Вес</w:t>
            </w:r>
            <w:r w:rsidR="00C013B7">
              <w:rPr>
                <w:color w:val="000000"/>
                <w:sz w:val="24"/>
                <w:szCs w:val="24"/>
              </w:rPr>
              <w:t>:</w:t>
            </w:r>
            <w:r w:rsidRPr="00EB38A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,</w:t>
            </w:r>
            <w:r>
              <w:rPr>
                <w:sz w:val="24"/>
                <w:szCs w:val="24"/>
                <w:shd w:val="clear" w:color="auto" w:fill="FFFFFF"/>
              </w:rPr>
              <w:t>6</w:t>
            </w:r>
            <w:r w:rsidR="00C013B7">
              <w:rPr>
                <w:sz w:val="24"/>
                <w:szCs w:val="24"/>
                <w:shd w:val="clear" w:color="auto" w:fill="FFFFFF"/>
              </w:rPr>
              <w:t xml:space="preserve"> (+/- 0,</w:t>
            </w:r>
            <w:r w:rsidR="0003274A">
              <w:rPr>
                <w:sz w:val="24"/>
                <w:szCs w:val="24"/>
                <w:shd w:val="clear" w:color="auto" w:fill="FFFFFF"/>
              </w:rPr>
              <w:t>3</w:t>
            </w:r>
            <w:r w:rsidR="00C013B7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A2CAB">
              <w:rPr>
                <w:sz w:val="24"/>
                <w:szCs w:val="24"/>
              </w:rPr>
              <w:t>кг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Цвет, черный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13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03274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службы</w:t>
            </w:r>
            <w:r w:rsidR="0003274A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 xml:space="preserve"> не менее 6 лет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133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Default="00B9143F" w:rsidP="00C96112">
            <w:pPr>
              <w:tabs>
                <w:tab w:val="left" w:pos="1325"/>
              </w:tabs>
              <w:ind w:firstLine="49"/>
              <w:rPr>
                <w:noProof/>
              </w:rPr>
            </w:pPr>
            <w:r w:rsidRPr="00C96112">
              <w:rPr>
                <w:color w:val="000000"/>
                <w:sz w:val="24"/>
                <w:szCs w:val="24"/>
              </w:rPr>
              <w:t>Изображение</w:t>
            </w:r>
            <w:r>
              <w:rPr>
                <w:noProof/>
              </w:rPr>
              <w:t>:</w:t>
            </w:r>
          </w:p>
          <w:p w:rsidR="00B9143F" w:rsidRDefault="00B9143F" w:rsidP="00C96112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8D4881A" wp14:editId="4C762FC0">
                  <wp:extent cx="1677148" cy="1581900"/>
                  <wp:effectExtent l="0" t="0" r="0" b="0"/>
                  <wp:docPr id="1" name="Рисунок 1" descr="BC17-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ncybox-img" descr="BC17-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25" cy="159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143F" w:rsidRPr="00C96112" w:rsidRDefault="00B9143F" w:rsidP="00C96112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C96112" w:rsidRDefault="00B9143F" w:rsidP="008967D5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D135E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lang w:val="en-US"/>
              </w:rPr>
            </w:pPr>
            <w:r w:rsidRPr="005C2384">
              <w:rPr>
                <w:color w:val="000000"/>
                <w:sz w:val="24"/>
                <w:szCs w:val="24"/>
                <w:lang w:val="en-US"/>
              </w:rPr>
              <w:t>Exide Sonnenschein A412/65,0 G6</w:t>
            </w:r>
            <w:r w:rsidRPr="00D135E5">
              <w:rPr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или</w:t>
            </w:r>
            <w:r w:rsidRPr="00D135E5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аналог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8967D5">
              <w:rPr>
                <w:color w:val="000000"/>
                <w:sz w:val="24"/>
                <w:szCs w:val="24"/>
              </w:rPr>
              <w:t>Номинальное напряжение: 12 В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8967D5">
              <w:rPr>
                <w:color w:val="000000"/>
                <w:sz w:val="24"/>
                <w:szCs w:val="24"/>
              </w:rPr>
              <w:t>Емкость</w:t>
            </w:r>
            <w:r w:rsidR="00CA7DD8">
              <w:rPr>
                <w:color w:val="000000"/>
                <w:sz w:val="24"/>
                <w:szCs w:val="24"/>
              </w:rPr>
              <w:t>, не менее</w:t>
            </w:r>
            <w:r w:rsidRPr="008967D5">
              <w:rPr>
                <w:color w:val="000000"/>
                <w:sz w:val="24"/>
                <w:szCs w:val="24"/>
              </w:rPr>
              <w:t>: 65 А*ч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8967D5">
              <w:rPr>
                <w:color w:val="000000"/>
                <w:sz w:val="24"/>
                <w:szCs w:val="24"/>
              </w:rPr>
              <w:t>Рабочий диапазон температур: от -10 °C до +40 °C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3274A">
              <w:rPr>
                <w:sz w:val="24"/>
                <w:szCs w:val="24"/>
              </w:rPr>
              <w:t>Размеры</w:t>
            </w:r>
            <w:r w:rsidR="00ED160A" w:rsidRPr="0003274A">
              <w:rPr>
                <w:sz w:val="24"/>
                <w:szCs w:val="24"/>
              </w:rPr>
              <w:t xml:space="preserve"> (не более)</w:t>
            </w:r>
            <w:r w:rsidRPr="0003274A">
              <w:rPr>
                <w:sz w:val="24"/>
                <w:szCs w:val="24"/>
              </w:rPr>
              <w:t xml:space="preserve">: </w:t>
            </w:r>
            <w:r w:rsidRPr="0003274A">
              <w:rPr>
                <w:color w:val="000000"/>
                <w:sz w:val="24"/>
                <w:szCs w:val="24"/>
              </w:rPr>
              <w:t>353х175х190</w:t>
            </w:r>
            <w:r w:rsidRPr="0003274A">
              <w:rPr>
                <w:sz w:val="24"/>
                <w:szCs w:val="24"/>
                <w:shd w:val="clear" w:color="auto" w:fill="FFFFFF"/>
              </w:rPr>
              <w:t>мм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967D5">
              <w:rPr>
                <w:sz w:val="24"/>
                <w:szCs w:val="24"/>
              </w:rPr>
              <w:t>Общая высота с контактами</w:t>
            </w:r>
            <w:r w:rsidR="0011222F">
              <w:rPr>
                <w:sz w:val="24"/>
                <w:szCs w:val="24"/>
              </w:rPr>
              <w:t>, не более</w:t>
            </w:r>
            <w:r w:rsidRPr="008967D5">
              <w:rPr>
                <w:sz w:val="24"/>
                <w:szCs w:val="24"/>
              </w:rPr>
              <w:t>: 190 мм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03274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967D5">
              <w:rPr>
                <w:sz w:val="24"/>
                <w:szCs w:val="24"/>
              </w:rPr>
              <w:t>Ток короткого замыкания</w:t>
            </w:r>
            <w:r w:rsidR="0003274A">
              <w:rPr>
                <w:sz w:val="24"/>
                <w:szCs w:val="24"/>
              </w:rPr>
              <w:t>, не менее</w:t>
            </w:r>
            <w:r w:rsidRPr="008967D5">
              <w:rPr>
                <w:sz w:val="24"/>
                <w:szCs w:val="24"/>
              </w:rPr>
              <w:t>: 1</w:t>
            </w:r>
            <w:r w:rsidR="0003274A">
              <w:rPr>
                <w:sz w:val="24"/>
                <w:szCs w:val="24"/>
              </w:rPr>
              <w:t>350</w:t>
            </w:r>
            <w:r w:rsidRPr="008967D5">
              <w:rPr>
                <w:sz w:val="24"/>
                <w:szCs w:val="24"/>
              </w:rPr>
              <w:t xml:space="preserve"> А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8967D5">
              <w:rPr>
                <w:color w:val="000000"/>
                <w:sz w:val="24"/>
                <w:szCs w:val="24"/>
              </w:rPr>
              <w:t xml:space="preserve">Вес: </w:t>
            </w:r>
            <w:r w:rsidRPr="008967D5">
              <w:rPr>
                <w:sz w:val="24"/>
                <w:szCs w:val="24"/>
                <w:shd w:val="clear" w:color="auto" w:fill="FFFFFF"/>
              </w:rPr>
              <w:t>23</w:t>
            </w:r>
            <w:r w:rsidR="0003274A">
              <w:rPr>
                <w:sz w:val="24"/>
                <w:szCs w:val="24"/>
                <w:shd w:val="clear" w:color="auto" w:fill="FFFFFF"/>
              </w:rPr>
              <w:t xml:space="preserve"> (+/- 0,5кг)</w:t>
            </w:r>
            <w:r w:rsidRPr="008967D5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8967D5">
              <w:rPr>
                <w:sz w:val="24"/>
                <w:szCs w:val="24"/>
              </w:rPr>
              <w:t>кг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ED160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Срок службы: не </w:t>
            </w:r>
            <w:r w:rsidRPr="0003274A">
              <w:rPr>
                <w:color w:val="000000"/>
                <w:sz w:val="24"/>
                <w:szCs w:val="24"/>
              </w:rPr>
              <w:t xml:space="preserve">менее </w:t>
            </w:r>
            <w:r w:rsidR="00ED160A" w:rsidRPr="0003274A">
              <w:rPr>
                <w:color w:val="000000"/>
                <w:sz w:val="24"/>
                <w:szCs w:val="24"/>
              </w:rPr>
              <w:t>12</w:t>
            </w:r>
            <w:r w:rsidRPr="0003274A">
              <w:rPr>
                <w:color w:val="000000"/>
                <w:sz w:val="24"/>
                <w:szCs w:val="24"/>
              </w:rPr>
              <w:t xml:space="preserve"> лет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Default="00B9143F" w:rsidP="00B6395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8967D5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5B04CE25" wp14:editId="6265361C">
                  <wp:simplePos x="0" y="0"/>
                  <wp:positionH relativeFrom="column">
                    <wp:posOffset>160655</wp:posOffset>
                  </wp:positionH>
                  <wp:positionV relativeFrom="paragraph">
                    <wp:posOffset>189230</wp:posOffset>
                  </wp:positionV>
                  <wp:extent cx="1858010" cy="1858010"/>
                  <wp:effectExtent l="0" t="0" r="8890" b="8890"/>
                  <wp:wrapSquare wrapText="bothSides"/>
                  <wp:docPr id="3" name="Рисунок 3" descr="http://higer-online.ru/image/cache/data/Akb/196_b292d7c6ec22f2b97f8008d0bda893af-5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iger-online.ru/image/cache/data/Akb/196_b292d7c6ec22f2b97f8008d0bda893af-5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85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967D5">
              <w:rPr>
                <w:sz w:val="24"/>
                <w:szCs w:val="24"/>
              </w:rPr>
              <w:t>Изображение:</w:t>
            </w:r>
          </w:p>
        </w:tc>
        <w:tc>
          <w:tcPr>
            <w:tcW w:w="13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993"/>
              </w:tabs>
              <w:rPr>
                <w:noProof/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  <w:highlight w:val="magenta"/>
              </w:rPr>
            </w:pPr>
            <w:r w:rsidRPr="008967D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F950A8" w:rsidRDefault="00B9143F" w:rsidP="00D43FB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  <w:lang w:val="en-US"/>
              </w:rPr>
            </w:pPr>
            <w:r w:rsidRPr="00A01D28">
              <w:rPr>
                <w:color w:val="000000"/>
                <w:sz w:val="24"/>
                <w:szCs w:val="24"/>
                <w:lang w:val="en-US"/>
              </w:rPr>
              <w:t>EnerSys PowerSafe 12V30F</w:t>
            </w:r>
            <w:r w:rsidRPr="00F950A8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или</w:t>
            </w:r>
            <w:r w:rsidRPr="00D135E5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аналог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12</w:t>
            </w:r>
            <w:r w:rsidRPr="00EB38AE"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3274A" w:rsidRDefault="0003274A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B9143F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B9143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A7DD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Емк</w:t>
            </w:r>
            <w:r>
              <w:rPr>
                <w:color w:val="000000"/>
                <w:sz w:val="24"/>
                <w:szCs w:val="24"/>
              </w:rPr>
              <w:t>ость (при 20 часовом разряде)</w:t>
            </w:r>
            <w:r w:rsidR="00CA7DD8">
              <w:rPr>
                <w:color w:val="000000"/>
                <w:sz w:val="24"/>
                <w:szCs w:val="24"/>
              </w:rPr>
              <w:t>, не менее:</w:t>
            </w:r>
            <w:r>
              <w:rPr>
                <w:color w:val="000000"/>
                <w:sz w:val="24"/>
                <w:szCs w:val="24"/>
              </w:rPr>
              <w:t xml:space="preserve"> 31</w:t>
            </w:r>
            <w:r w:rsidRPr="00EB38AE">
              <w:rPr>
                <w:color w:val="000000"/>
                <w:sz w:val="24"/>
                <w:szCs w:val="24"/>
              </w:rPr>
              <w:t xml:space="preserve"> А*ч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Номинальная рабочая температура, 25 °C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Раб</w:t>
            </w:r>
            <w:r>
              <w:rPr>
                <w:color w:val="000000"/>
                <w:sz w:val="24"/>
                <w:szCs w:val="24"/>
              </w:rPr>
              <w:t>очий диапазон температур, от 0 °C до +4</w:t>
            </w:r>
            <w:r w:rsidRPr="00EB38AE">
              <w:rPr>
                <w:color w:val="000000"/>
                <w:sz w:val="24"/>
                <w:szCs w:val="24"/>
              </w:rPr>
              <w:t>0 °C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A2CAB">
              <w:rPr>
                <w:sz w:val="24"/>
                <w:szCs w:val="24"/>
              </w:rPr>
              <w:t>Размеры</w:t>
            </w:r>
            <w:r w:rsidR="00ED160A">
              <w:rPr>
                <w:sz w:val="24"/>
                <w:szCs w:val="24"/>
              </w:rPr>
              <w:t xml:space="preserve"> </w:t>
            </w:r>
            <w:r w:rsidR="00ED160A" w:rsidRPr="0003274A">
              <w:rPr>
                <w:sz w:val="24"/>
                <w:szCs w:val="24"/>
              </w:rPr>
              <w:t>(не более)</w:t>
            </w:r>
            <w:r w:rsidRPr="0003274A">
              <w:rPr>
                <w:sz w:val="24"/>
                <w:szCs w:val="24"/>
              </w:rPr>
              <w:t xml:space="preserve">: </w:t>
            </w:r>
            <w:r w:rsidRPr="0003274A">
              <w:rPr>
                <w:color w:val="000000"/>
                <w:sz w:val="24"/>
                <w:szCs w:val="24"/>
              </w:rPr>
              <w:t>280 x 97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01D28"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01D28">
              <w:rPr>
                <w:color w:val="000000"/>
                <w:sz w:val="24"/>
                <w:szCs w:val="24"/>
              </w:rPr>
              <w:t>159</w:t>
            </w:r>
            <w:r w:rsidRPr="00ED160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295209">
              <w:rPr>
                <w:sz w:val="24"/>
                <w:szCs w:val="24"/>
                <w:shd w:val="clear" w:color="auto" w:fill="FFFFFF"/>
              </w:rPr>
              <w:t>мм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A2CAB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</w:tr>
      <w:tr w:rsidR="00B9143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40DC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Расположение клемм: фронтальное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3274A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4A" w:rsidRPr="00312550" w:rsidRDefault="0003274A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4A" w:rsidRPr="00312550" w:rsidRDefault="0003274A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4A" w:rsidRDefault="0003274A" w:rsidP="0003274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8967D5">
              <w:rPr>
                <w:sz w:val="24"/>
                <w:szCs w:val="24"/>
              </w:rPr>
              <w:t>Ток короткого замыкания</w:t>
            </w:r>
            <w:r>
              <w:rPr>
                <w:sz w:val="24"/>
                <w:szCs w:val="24"/>
              </w:rPr>
              <w:t>, не менее</w:t>
            </w:r>
            <w:r w:rsidRPr="008967D5">
              <w:rPr>
                <w:sz w:val="24"/>
                <w:szCs w:val="24"/>
              </w:rPr>
              <w:t>: 1</w:t>
            </w:r>
            <w:r>
              <w:rPr>
                <w:sz w:val="24"/>
                <w:szCs w:val="24"/>
              </w:rPr>
              <w:t>250</w:t>
            </w:r>
            <w:r w:rsidRPr="008967D5">
              <w:rPr>
                <w:sz w:val="24"/>
                <w:szCs w:val="24"/>
              </w:rPr>
              <w:t xml:space="preserve"> А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03274A" w:rsidRPr="00EB38AE" w:rsidRDefault="0003274A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40DC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CF" w:rsidRPr="00312550" w:rsidRDefault="00B40DCF" w:rsidP="00B40DC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CF" w:rsidRPr="00312550" w:rsidRDefault="00B40DCF" w:rsidP="00B40DC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CF" w:rsidRPr="00EB38AE" w:rsidRDefault="00B40DCF" w:rsidP="00B40DC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Вес</w:t>
            </w:r>
            <w:r>
              <w:rPr>
                <w:color w:val="000000"/>
                <w:sz w:val="24"/>
                <w:szCs w:val="24"/>
              </w:rPr>
              <w:t>:</w:t>
            </w:r>
            <w:r w:rsidRPr="00EB38A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10,8</w:t>
            </w:r>
            <w:r>
              <w:rPr>
                <w:sz w:val="24"/>
                <w:szCs w:val="24"/>
                <w:shd w:val="clear" w:color="auto" w:fill="FFFFFF"/>
              </w:rPr>
              <w:t xml:space="preserve"> (+/- 0,5)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A2CAB">
              <w:rPr>
                <w:sz w:val="24"/>
                <w:szCs w:val="24"/>
              </w:rPr>
              <w:t>кг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40DCF" w:rsidRDefault="00B40DCF" w:rsidP="00B40DC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40DC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CF" w:rsidRPr="00312550" w:rsidRDefault="00B40DCF" w:rsidP="00B40DC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CF" w:rsidRPr="00312550" w:rsidRDefault="00B40DCF" w:rsidP="00B40DC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CF" w:rsidRPr="00EB38AE" w:rsidRDefault="00B40DCF" w:rsidP="00B40DC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службы: не менее 12 лет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40DCF" w:rsidRDefault="00B40DCF" w:rsidP="00B40DC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40DC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CF" w:rsidRPr="00312550" w:rsidRDefault="00B40DCF" w:rsidP="00B40DC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CF" w:rsidRPr="00312550" w:rsidRDefault="00B40DCF" w:rsidP="00B40DC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CF" w:rsidRDefault="00B40DCF" w:rsidP="00B40DCF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Изображение:</w:t>
            </w:r>
          </w:p>
          <w:p w:rsidR="00B40DCF" w:rsidRPr="00C96112" w:rsidRDefault="00B40DCF" w:rsidP="00B40DCF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</w:rPr>
            </w:pPr>
            <w:r>
              <w:object w:dxaOrig="3570" w:dyaOrig="50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152.9pt" o:ole="">
                  <v:imagedata r:id="rId10" o:title=""/>
                </v:shape>
                <o:OLEObject Type="Embed" ProgID="PBrush" ShapeID="_x0000_i1025" DrawAspect="Content" ObjectID="_1730708166" r:id="rId11"/>
              </w:object>
            </w:r>
          </w:p>
        </w:tc>
        <w:tc>
          <w:tcPr>
            <w:tcW w:w="13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40DCF" w:rsidRDefault="00B40DCF" w:rsidP="00B40DCF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</w:rPr>
            </w:pPr>
          </w:p>
        </w:tc>
      </w:tr>
    </w:tbl>
    <w:p w:rsidR="00C96112" w:rsidRDefault="00C96112" w:rsidP="0032638F">
      <w:pPr>
        <w:ind w:left="709"/>
        <w:jc w:val="both"/>
        <w:rPr>
          <w:b/>
          <w:sz w:val="24"/>
          <w:szCs w:val="24"/>
        </w:rPr>
      </w:pPr>
    </w:p>
    <w:p w:rsidR="00B9143F" w:rsidRDefault="00B9143F" w:rsidP="0032638F">
      <w:pPr>
        <w:ind w:left="709"/>
        <w:jc w:val="both"/>
        <w:rPr>
          <w:b/>
          <w:sz w:val="24"/>
          <w:szCs w:val="24"/>
        </w:rPr>
      </w:pPr>
    </w:p>
    <w:p w:rsidR="0040553E" w:rsidRPr="00E17C76" w:rsidRDefault="00FD7D1F" w:rsidP="00E17C76">
      <w:pPr>
        <w:numPr>
          <w:ilvl w:val="0"/>
          <w:numId w:val="1"/>
        </w:numPr>
        <w:tabs>
          <w:tab w:val="clear" w:pos="1946"/>
          <w:tab w:val="num" w:pos="1134"/>
        </w:tabs>
        <w:spacing w:before="200"/>
        <w:ind w:left="0" w:firstLine="709"/>
        <w:jc w:val="both"/>
        <w:rPr>
          <w:b/>
          <w:sz w:val="24"/>
          <w:szCs w:val="24"/>
        </w:rPr>
      </w:pPr>
      <w:r w:rsidRPr="00C96112">
        <w:rPr>
          <w:b/>
          <w:sz w:val="24"/>
          <w:szCs w:val="24"/>
        </w:rPr>
        <w:lastRenderedPageBreak/>
        <w:t>Общие требования</w:t>
      </w:r>
      <w:r w:rsidR="00A833E5" w:rsidRPr="00C96112">
        <w:rPr>
          <w:b/>
          <w:sz w:val="24"/>
          <w:szCs w:val="24"/>
        </w:rPr>
        <w:t>.</w:t>
      </w:r>
    </w:p>
    <w:p w:rsidR="0040553E" w:rsidRPr="00E17C76" w:rsidRDefault="0040553E" w:rsidP="00CC41F7">
      <w:pPr>
        <w:pStyle w:val="a5"/>
        <w:numPr>
          <w:ilvl w:val="1"/>
          <w:numId w:val="1"/>
        </w:numPr>
        <w:tabs>
          <w:tab w:val="left" w:pos="1134"/>
          <w:tab w:val="left" w:pos="1276"/>
        </w:tabs>
        <w:spacing w:line="276" w:lineRule="auto"/>
        <w:jc w:val="both"/>
        <w:rPr>
          <w:sz w:val="24"/>
          <w:szCs w:val="24"/>
        </w:rPr>
      </w:pPr>
      <w:r w:rsidRPr="00E17C76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40553E" w:rsidRPr="004908A7" w:rsidRDefault="0040553E" w:rsidP="00CC41F7">
      <w:pPr>
        <w:pStyle w:val="a5"/>
        <w:numPr>
          <w:ilvl w:val="0"/>
          <w:numId w:val="3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="0024449D">
        <w:rPr>
          <w:sz w:val="24"/>
          <w:szCs w:val="24"/>
        </w:rPr>
        <w:t>требованиями действующего законодательства РФ</w:t>
      </w:r>
      <w:r w:rsidRPr="004908A7">
        <w:rPr>
          <w:sz w:val="24"/>
          <w:szCs w:val="24"/>
        </w:rPr>
        <w:t>;</w:t>
      </w:r>
    </w:p>
    <w:p w:rsidR="0040553E" w:rsidRPr="004908A7" w:rsidRDefault="0040553E" w:rsidP="00CC41F7">
      <w:pPr>
        <w:pStyle w:val="a5"/>
        <w:numPr>
          <w:ilvl w:val="0"/>
          <w:numId w:val="3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F3028" w:rsidRPr="007816E0" w:rsidRDefault="00DF3028" w:rsidP="00E17C76">
      <w:pPr>
        <w:pStyle w:val="a5"/>
        <w:numPr>
          <w:ilvl w:val="1"/>
          <w:numId w:val="1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16E0">
        <w:rPr>
          <w:sz w:val="24"/>
          <w:szCs w:val="24"/>
        </w:rPr>
        <w:t>Победитель закупки на право заключения договора на поставку электротехнического оборудования для нужд ПАО «Россети Центр»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553E" w:rsidRPr="004908A7" w:rsidRDefault="0040553E" w:rsidP="00E17C76">
      <w:pPr>
        <w:pStyle w:val="a5"/>
        <w:numPr>
          <w:ilvl w:val="1"/>
          <w:numId w:val="1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:rsidR="0040553E" w:rsidRPr="004908A7" w:rsidRDefault="0040553E" w:rsidP="00E17C76">
      <w:pPr>
        <w:pStyle w:val="a5"/>
        <w:numPr>
          <w:ilvl w:val="1"/>
          <w:numId w:val="1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553E" w:rsidRPr="004908A7" w:rsidRDefault="0040553E" w:rsidP="0040553E">
      <w:pPr>
        <w:pStyle w:val="a5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553E" w:rsidRDefault="0040553E" w:rsidP="00E17C76">
      <w:pPr>
        <w:pStyle w:val="a5"/>
        <w:numPr>
          <w:ilvl w:val="1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F76795" w:rsidRDefault="00F76795" w:rsidP="00F76795">
      <w:pPr>
        <w:pStyle w:val="a5"/>
        <w:tabs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6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Гарантийные обязательства</w:t>
      </w:r>
      <w:r w:rsidR="00A833E5" w:rsidRPr="0096660E">
        <w:rPr>
          <w:b/>
          <w:sz w:val="24"/>
          <w:szCs w:val="24"/>
        </w:rPr>
        <w:t>.</w:t>
      </w:r>
    </w:p>
    <w:p w:rsidR="0057691A" w:rsidRDefault="00F825B5" w:rsidP="00192318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:rsidR="00B9143F" w:rsidRDefault="00B9143F" w:rsidP="00192318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6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Требования к надежности и живучести оборудования</w:t>
      </w:r>
      <w:r w:rsidR="00A833E5" w:rsidRPr="0096660E">
        <w:rPr>
          <w:b/>
          <w:sz w:val="24"/>
          <w:szCs w:val="24"/>
        </w:rPr>
        <w:t>.</w:t>
      </w:r>
    </w:p>
    <w:p w:rsidR="00205F02" w:rsidRDefault="00205F02" w:rsidP="00192318">
      <w:pPr>
        <w:pStyle w:val="a5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</w:t>
      </w:r>
      <w:r w:rsidR="00D5593F" w:rsidRPr="0096660E">
        <w:rPr>
          <w:sz w:val="24"/>
          <w:szCs w:val="24"/>
        </w:rPr>
        <w:t>должен быть не менее</w:t>
      </w:r>
      <w:r w:rsidR="00B6395E">
        <w:rPr>
          <w:sz w:val="24"/>
          <w:szCs w:val="24"/>
        </w:rPr>
        <w:t>, указанного в таблице п.3.</w:t>
      </w:r>
    </w:p>
    <w:p w:rsidR="00F76795" w:rsidRDefault="00F76795" w:rsidP="00192318">
      <w:pPr>
        <w:pStyle w:val="a5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F825B5" w:rsidRPr="004908A7" w:rsidRDefault="00F825B5" w:rsidP="00F825B5">
      <w:pPr>
        <w:pStyle w:val="a5"/>
        <w:numPr>
          <w:ilvl w:val="0"/>
          <w:numId w:val="36"/>
        </w:numPr>
        <w:tabs>
          <w:tab w:val="left" w:pos="1134"/>
          <w:tab w:val="left" w:pos="1276"/>
        </w:tabs>
        <w:spacing w:line="276" w:lineRule="auto"/>
        <w:ind w:hanging="1080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:rsidR="00F825B5" w:rsidRPr="00192318" w:rsidRDefault="00192318" w:rsidP="00192318">
      <w:pPr>
        <w:pStyle w:val="a7"/>
        <w:tabs>
          <w:tab w:val="left" w:pos="0"/>
          <w:tab w:val="left" w:pos="1560"/>
        </w:tabs>
        <w:spacing w:after="0" w:line="276" w:lineRule="auto"/>
        <w:ind w:left="0" w:firstLine="709"/>
        <w:jc w:val="both"/>
        <w:rPr>
          <w:bCs/>
          <w:iCs/>
        </w:rPr>
      </w:pPr>
      <w:r w:rsidRPr="00A11398">
        <w:rPr>
          <w:bCs/>
          <w:iCs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Р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F825B5" w:rsidRPr="004908A7" w:rsidRDefault="00F825B5" w:rsidP="00192318">
      <w:pPr>
        <w:pStyle w:val="a5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F825B5" w:rsidRPr="004908A7" w:rsidRDefault="00F825B5" w:rsidP="00F825B5">
      <w:pPr>
        <w:pStyle w:val="a5"/>
        <w:numPr>
          <w:ilvl w:val="0"/>
          <w:numId w:val="35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:rsidR="00F825B5" w:rsidRPr="004908A7" w:rsidRDefault="00F825B5" w:rsidP="00F825B5">
      <w:pPr>
        <w:pStyle w:val="a5"/>
        <w:numPr>
          <w:ilvl w:val="0"/>
          <w:numId w:val="3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:rsidR="00F825B5" w:rsidRPr="004908A7" w:rsidRDefault="00F825B5" w:rsidP="00F825B5">
      <w:pPr>
        <w:pStyle w:val="a5"/>
        <w:numPr>
          <w:ilvl w:val="0"/>
          <w:numId w:val="3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:rsidR="00F825B5" w:rsidRDefault="00F825B5" w:rsidP="00F825B5">
      <w:pPr>
        <w:pStyle w:val="a5"/>
        <w:numPr>
          <w:ilvl w:val="0"/>
          <w:numId w:val="3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:rsidR="00F76795" w:rsidRDefault="00F76795" w:rsidP="00F76795">
      <w:pPr>
        <w:pStyle w:val="a5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F825B5" w:rsidRPr="00114A15" w:rsidRDefault="00F825B5" w:rsidP="00F825B5">
      <w:pPr>
        <w:pStyle w:val="a5"/>
        <w:numPr>
          <w:ilvl w:val="0"/>
          <w:numId w:val="36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:rsidR="00F825B5" w:rsidRPr="00701206" w:rsidRDefault="00F825B5" w:rsidP="00F825B5">
      <w:pPr>
        <w:pStyle w:val="a5"/>
        <w:numPr>
          <w:ilvl w:val="1"/>
          <w:numId w:val="36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F825B5" w:rsidRPr="00BB07AE" w:rsidRDefault="00F825B5" w:rsidP="00F825B5">
      <w:pPr>
        <w:pStyle w:val="a5"/>
        <w:numPr>
          <w:ilvl w:val="1"/>
          <w:numId w:val="36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F825B5" w:rsidRPr="00BB07AE" w:rsidRDefault="00F825B5" w:rsidP="00F825B5">
      <w:pPr>
        <w:pStyle w:val="a5"/>
        <w:numPr>
          <w:ilvl w:val="1"/>
          <w:numId w:val="36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:rsidR="00F825B5" w:rsidRDefault="00F825B5" w:rsidP="00F825B5">
      <w:pPr>
        <w:rPr>
          <w:sz w:val="28"/>
          <w:szCs w:val="28"/>
        </w:rPr>
      </w:pPr>
    </w:p>
    <w:p w:rsidR="00F825B5" w:rsidRDefault="00F825B5" w:rsidP="00F825B5"/>
    <w:p w:rsidR="008967D5" w:rsidRDefault="008967D5" w:rsidP="00F825B5"/>
    <w:p w:rsidR="00F825B5" w:rsidRDefault="00F825B5" w:rsidP="00F825B5"/>
    <w:tbl>
      <w:tblPr>
        <w:tblStyle w:val="a4"/>
        <w:tblpPr w:leftFromText="180" w:rightFromText="180" w:vertAnchor="text" w:horzAnchor="margin" w:tblpY="1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7"/>
        <w:gridCol w:w="3304"/>
      </w:tblGrid>
      <w:tr w:rsidR="00EE5802" w:rsidRPr="0057565B" w:rsidTr="007C0E17">
        <w:tc>
          <w:tcPr>
            <w:tcW w:w="6607" w:type="dxa"/>
          </w:tcPr>
          <w:p w:rsidR="00EE5802" w:rsidRPr="0057565B" w:rsidRDefault="00EE5802" w:rsidP="007C0E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57565B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 xml:space="preserve"> отдела контроллинга ИТ и ТК</w:t>
            </w:r>
            <w:r w:rsidRPr="0057565B">
              <w:rPr>
                <w:sz w:val="24"/>
                <w:szCs w:val="24"/>
              </w:rPr>
              <w:t xml:space="preserve"> </w:t>
            </w:r>
          </w:p>
          <w:p w:rsidR="00EE5802" w:rsidRDefault="00EE5802" w:rsidP="007C0E17">
            <w:pPr>
              <w:rPr>
                <w:sz w:val="24"/>
                <w:szCs w:val="24"/>
              </w:rPr>
            </w:pPr>
            <w:r w:rsidRPr="0057565B">
              <w:rPr>
                <w:sz w:val="24"/>
                <w:szCs w:val="24"/>
              </w:rPr>
              <w:t xml:space="preserve">    </w:t>
            </w:r>
          </w:p>
          <w:p w:rsidR="00EE5802" w:rsidRPr="0057565B" w:rsidRDefault="00EE5802" w:rsidP="007C0E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3304" w:type="dxa"/>
          </w:tcPr>
          <w:p w:rsidR="00EE5802" w:rsidRPr="0057565B" w:rsidRDefault="00EE5802" w:rsidP="007C0E17">
            <w:pPr>
              <w:rPr>
                <w:sz w:val="24"/>
                <w:szCs w:val="24"/>
              </w:rPr>
            </w:pPr>
            <w:r w:rsidRPr="0057565B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  </w:t>
            </w:r>
            <w:r w:rsidRPr="0057565B">
              <w:rPr>
                <w:sz w:val="24"/>
                <w:szCs w:val="24"/>
              </w:rPr>
              <w:t xml:space="preserve"> А.В. </w:t>
            </w:r>
            <w:r>
              <w:rPr>
                <w:sz w:val="24"/>
                <w:szCs w:val="24"/>
              </w:rPr>
              <w:t>Худшев</w:t>
            </w:r>
          </w:p>
        </w:tc>
      </w:tr>
    </w:tbl>
    <w:p w:rsidR="00205F02" w:rsidRPr="00F825B5" w:rsidRDefault="00205F02" w:rsidP="00EE5802"/>
    <w:sectPr w:rsidR="00205F02" w:rsidRPr="00F825B5" w:rsidSect="00955BB2">
      <w:headerReference w:type="default" r:id="rId12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787" w:rsidRDefault="008E7787" w:rsidP="00955BB2">
      <w:r>
        <w:separator/>
      </w:r>
    </w:p>
  </w:endnote>
  <w:endnote w:type="continuationSeparator" w:id="0">
    <w:p w:rsidR="008E7787" w:rsidRDefault="008E7787" w:rsidP="0095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787" w:rsidRDefault="008E7787" w:rsidP="00955BB2">
      <w:r>
        <w:separator/>
      </w:r>
    </w:p>
  </w:footnote>
  <w:footnote w:type="continuationSeparator" w:id="0">
    <w:p w:rsidR="008E7787" w:rsidRDefault="008E7787" w:rsidP="00955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577562"/>
      <w:docPartObj>
        <w:docPartGallery w:val="Page Numbers (Top of Page)"/>
        <w:docPartUnique/>
      </w:docPartObj>
    </w:sdtPr>
    <w:sdtEndPr/>
    <w:sdtContent>
      <w:p w:rsidR="008E7787" w:rsidRDefault="008E778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795">
          <w:rPr>
            <w:noProof/>
          </w:rPr>
          <w:t>3</w:t>
        </w:r>
        <w:r>
          <w:fldChar w:fldCharType="end"/>
        </w:r>
      </w:p>
    </w:sdtContent>
  </w:sdt>
  <w:p w:rsidR="008E7787" w:rsidRDefault="008E778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3F3C4C5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15325CD4"/>
    <w:multiLevelType w:val="multilevel"/>
    <w:tmpl w:val="FD3ED5F2"/>
    <w:lvl w:ilvl="0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9" w15:restartNumberingAfterBreak="0">
    <w:nsid w:val="23830254"/>
    <w:multiLevelType w:val="hybridMultilevel"/>
    <w:tmpl w:val="ECE486DE"/>
    <w:lvl w:ilvl="0" w:tplc="3CE440A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1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6"/>
        </w:tabs>
        <w:ind w:left="1946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2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4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1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2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3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9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0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82F20DC"/>
    <w:multiLevelType w:val="multilevel"/>
    <w:tmpl w:val="80CEDA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2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25"/>
  </w:num>
  <w:num w:numId="4">
    <w:abstractNumId w:val="28"/>
  </w:num>
  <w:num w:numId="5">
    <w:abstractNumId w:val="23"/>
  </w:num>
  <w:num w:numId="6">
    <w:abstractNumId w:val="20"/>
  </w:num>
  <w:num w:numId="7">
    <w:abstractNumId w:val="30"/>
  </w:num>
  <w:num w:numId="8">
    <w:abstractNumId w:val="12"/>
  </w:num>
  <w:num w:numId="9">
    <w:abstractNumId w:val="34"/>
  </w:num>
  <w:num w:numId="10">
    <w:abstractNumId w:val="18"/>
  </w:num>
  <w:num w:numId="11">
    <w:abstractNumId w:val="21"/>
  </w:num>
  <w:num w:numId="12">
    <w:abstractNumId w:val="16"/>
  </w:num>
  <w:num w:numId="13">
    <w:abstractNumId w:val="15"/>
  </w:num>
  <w:num w:numId="14">
    <w:abstractNumId w:val="17"/>
  </w:num>
  <w:num w:numId="15">
    <w:abstractNumId w:val="1"/>
  </w:num>
  <w:num w:numId="16">
    <w:abstractNumId w:val="14"/>
  </w:num>
  <w:num w:numId="17">
    <w:abstractNumId w:val="0"/>
  </w:num>
  <w:num w:numId="18">
    <w:abstractNumId w:val="27"/>
  </w:num>
  <w:num w:numId="19">
    <w:abstractNumId w:val="10"/>
  </w:num>
  <w:num w:numId="20">
    <w:abstractNumId w:val="6"/>
  </w:num>
  <w:num w:numId="21">
    <w:abstractNumId w:val="3"/>
  </w:num>
  <w:num w:numId="22">
    <w:abstractNumId w:val="2"/>
  </w:num>
  <w:num w:numId="23">
    <w:abstractNumId w:val="4"/>
  </w:num>
  <w:num w:numId="24">
    <w:abstractNumId w:val="7"/>
  </w:num>
  <w:num w:numId="25">
    <w:abstractNumId w:val="9"/>
  </w:num>
  <w:num w:numId="26">
    <w:abstractNumId w:val="33"/>
  </w:num>
  <w:num w:numId="27">
    <w:abstractNumId w:val="19"/>
  </w:num>
  <w:num w:numId="28">
    <w:abstractNumId w:val="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29"/>
  </w:num>
  <w:num w:numId="32">
    <w:abstractNumId w:val="31"/>
  </w:num>
  <w:num w:numId="33">
    <w:abstractNumId w:val="13"/>
  </w:num>
  <w:num w:numId="34">
    <w:abstractNumId w:val="32"/>
  </w:num>
  <w:num w:numId="35">
    <w:abstractNumId w:val="26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30299"/>
    <w:rsid w:val="0003274A"/>
    <w:rsid w:val="00037C51"/>
    <w:rsid w:val="00056081"/>
    <w:rsid w:val="00057B3D"/>
    <w:rsid w:val="000645A5"/>
    <w:rsid w:val="00071DB5"/>
    <w:rsid w:val="00074D87"/>
    <w:rsid w:val="0007505A"/>
    <w:rsid w:val="0008177B"/>
    <w:rsid w:val="00085287"/>
    <w:rsid w:val="0008627E"/>
    <w:rsid w:val="000A4E30"/>
    <w:rsid w:val="000A5024"/>
    <w:rsid w:val="000A6E67"/>
    <w:rsid w:val="000C38AF"/>
    <w:rsid w:val="000C5A77"/>
    <w:rsid w:val="000D282C"/>
    <w:rsid w:val="000D7412"/>
    <w:rsid w:val="000E3302"/>
    <w:rsid w:val="000E4EA0"/>
    <w:rsid w:val="000F1D23"/>
    <w:rsid w:val="000F2070"/>
    <w:rsid w:val="000F6C68"/>
    <w:rsid w:val="000F7A08"/>
    <w:rsid w:val="00110230"/>
    <w:rsid w:val="001118FE"/>
    <w:rsid w:val="0011222F"/>
    <w:rsid w:val="00117DA7"/>
    <w:rsid w:val="001423AC"/>
    <w:rsid w:val="00144677"/>
    <w:rsid w:val="001502EC"/>
    <w:rsid w:val="0015267F"/>
    <w:rsid w:val="00162437"/>
    <w:rsid w:val="00164AEF"/>
    <w:rsid w:val="00172DFC"/>
    <w:rsid w:val="00182741"/>
    <w:rsid w:val="0018610E"/>
    <w:rsid w:val="00187913"/>
    <w:rsid w:val="00191CD3"/>
    <w:rsid w:val="00192318"/>
    <w:rsid w:val="00192B2E"/>
    <w:rsid w:val="001A1812"/>
    <w:rsid w:val="001B15A4"/>
    <w:rsid w:val="001C1B6A"/>
    <w:rsid w:val="001C73E2"/>
    <w:rsid w:val="001D1604"/>
    <w:rsid w:val="001D2427"/>
    <w:rsid w:val="001D6042"/>
    <w:rsid w:val="001E22C1"/>
    <w:rsid w:val="001E619F"/>
    <w:rsid w:val="001F4199"/>
    <w:rsid w:val="00205F02"/>
    <w:rsid w:val="0020617E"/>
    <w:rsid w:val="00211D4B"/>
    <w:rsid w:val="00211FEF"/>
    <w:rsid w:val="00214F8E"/>
    <w:rsid w:val="002176F8"/>
    <w:rsid w:val="00223B07"/>
    <w:rsid w:val="002418D9"/>
    <w:rsid w:val="002434E6"/>
    <w:rsid w:val="0024449D"/>
    <w:rsid w:val="00244DAB"/>
    <w:rsid w:val="00245529"/>
    <w:rsid w:val="00250C1D"/>
    <w:rsid w:val="00251554"/>
    <w:rsid w:val="00264A97"/>
    <w:rsid w:val="002732E2"/>
    <w:rsid w:val="00274160"/>
    <w:rsid w:val="00274860"/>
    <w:rsid w:val="0027779A"/>
    <w:rsid w:val="002866A9"/>
    <w:rsid w:val="002A0E2F"/>
    <w:rsid w:val="002B5D4D"/>
    <w:rsid w:val="002C4E98"/>
    <w:rsid w:val="002C6708"/>
    <w:rsid w:val="002D005D"/>
    <w:rsid w:val="002D209C"/>
    <w:rsid w:val="002D5977"/>
    <w:rsid w:val="002E36B7"/>
    <w:rsid w:val="002E6A11"/>
    <w:rsid w:val="002F34AF"/>
    <w:rsid w:val="002F479E"/>
    <w:rsid w:val="002F58E4"/>
    <w:rsid w:val="0030379D"/>
    <w:rsid w:val="00303823"/>
    <w:rsid w:val="00320B2B"/>
    <w:rsid w:val="0032638F"/>
    <w:rsid w:val="0033219E"/>
    <w:rsid w:val="00332BCF"/>
    <w:rsid w:val="00333C07"/>
    <w:rsid w:val="0033504C"/>
    <w:rsid w:val="00343D44"/>
    <w:rsid w:val="00351C13"/>
    <w:rsid w:val="00356638"/>
    <w:rsid w:val="00373946"/>
    <w:rsid w:val="00390FBF"/>
    <w:rsid w:val="00391C6E"/>
    <w:rsid w:val="00393716"/>
    <w:rsid w:val="003A7692"/>
    <w:rsid w:val="003B3808"/>
    <w:rsid w:val="003B7C16"/>
    <w:rsid w:val="003D0BDA"/>
    <w:rsid w:val="003F3551"/>
    <w:rsid w:val="003F36AC"/>
    <w:rsid w:val="00400BB0"/>
    <w:rsid w:val="00403870"/>
    <w:rsid w:val="0040553E"/>
    <w:rsid w:val="00421D37"/>
    <w:rsid w:val="00422ADF"/>
    <w:rsid w:val="00422D85"/>
    <w:rsid w:val="004302B2"/>
    <w:rsid w:val="0043686E"/>
    <w:rsid w:val="004402C0"/>
    <w:rsid w:val="004449E1"/>
    <w:rsid w:val="00444AC2"/>
    <w:rsid w:val="00454833"/>
    <w:rsid w:val="004657AB"/>
    <w:rsid w:val="00467234"/>
    <w:rsid w:val="00482025"/>
    <w:rsid w:val="00487530"/>
    <w:rsid w:val="00492994"/>
    <w:rsid w:val="0049396D"/>
    <w:rsid w:val="0049449F"/>
    <w:rsid w:val="004A0CF2"/>
    <w:rsid w:val="004A2974"/>
    <w:rsid w:val="004C4FE8"/>
    <w:rsid w:val="004D33FD"/>
    <w:rsid w:val="004D48D7"/>
    <w:rsid w:val="004D70D4"/>
    <w:rsid w:val="004E3D96"/>
    <w:rsid w:val="004F2848"/>
    <w:rsid w:val="004F6C83"/>
    <w:rsid w:val="004F76C0"/>
    <w:rsid w:val="00507E65"/>
    <w:rsid w:val="00510138"/>
    <w:rsid w:val="0052044A"/>
    <w:rsid w:val="00522225"/>
    <w:rsid w:val="0053345F"/>
    <w:rsid w:val="00545210"/>
    <w:rsid w:val="00546421"/>
    <w:rsid w:val="005515F7"/>
    <w:rsid w:val="00554BA7"/>
    <w:rsid w:val="005551CB"/>
    <w:rsid w:val="00563D74"/>
    <w:rsid w:val="0057031B"/>
    <w:rsid w:val="00573789"/>
    <w:rsid w:val="0057691A"/>
    <w:rsid w:val="005825E8"/>
    <w:rsid w:val="005849B4"/>
    <w:rsid w:val="005933A1"/>
    <w:rsid w:val="00594AAA"/>
    <w:rsid w:val="005A07F4"/>
    <w:rsid w:val="005A0EA4"/>
    <w:rsid w:val="005A2F68"/>
    <w:rsid w:val="005B25D4"/>
    <w:rsid w:val="005B37EB"/>
    <w:rsid w:val="005B5FDD"/>
    <w:rsid w:val="005B789F"/>
    <w:rsid w:val="005D7099"/>
    <w:rsid w:val="005D7C10"/>
    <w:rsid w:val="005F3A25"/>
    <w:rsid w:val="005F7327"/>
    <w:rsid w:val="00600E19"/>
    <w:rsid w:val="00603355"/>
    <w:rsid w:val="00610555"/>
    <w:rsid w:val="00610F3F"/>
    <w:rsid w:val="00611FD0"/>
    <w:rsid w:val="00613179"/>
    <w:rsid w:val="006327A9"/>
    <w:rsid w:val="00635188"/>
    <w:rsid w:val="006423BB"/>
    <w:rsid w:val="00645313"/>
    <w:rsid w:val="00646BDF"/>
    <w:rsid w:val="00650FA0"/>
    <w:rsid w:val="00654705"/>
    <w:rsid w:val="00654DFF"/>
    <w:rsid w:val="00666A0B"/>
    <w:rsid w:val="0066770B"/>
    <w:rsid w:val="006821CF"/>
    <w:rsid w:val="00687D6F"/>
    <w:rsid w:val="00691040"/>
    <w:rsid w:val="006A6E3B"/>
    <w:rsid w:val="006B32C0"/>
    <w:rsid w:val="006C4815"/>
    <w:rsid w:val="006C5AAD"/>
    <w:rsid w:val="006E73C2"/>
    <w:rsid w:val="006F0D85"/>
    <w:rsid w:val="006F1412"/>
    <w:rsid w:val="006F435B"/>
    <w:rsid w:val="006F5757"/>
    <w:rsid w:val="007026A8"/>
    <w:rsid w:val="00711110"/>
    <w:rsid w:val="007208E4"/>
    <w:rsid w:val="0075220F"/>
    <w:rsid w:val="00767057"/>
    <w:rsid w:val="00775BBE"/>
    <w:rsid w:val="00777438"/>
    <w:rsid w:val="00781251"/>
    <w:rsid w:val="007816E0"/>
    <w:rsid w:val="00783ADC"/>
    <w:rsid w:val="007904C7"/>
    <w:rsid w:val="00792252"/>
    <w:rsid w:val="007A02E0"/>
    <w:rsid w:val="007A7409"/>
    <w:rsid w:val="007B55AD"/>
    <w:rsid w:val="007D7561"/>
    <w:rsid w:val="007F0F52"/>
    <w:rsid w:val="00801F15"/>
    <w:rsid w:val="00802A43"/>
    <w:rsid w:val="008124D9"/>
    <w:rsid w:val="00813312"/>
    <w:rsid w:val="0081525D"/>
    <w:rsid w:val="008175AE"/>
    <w:rsid w:val="008308C9"/>
    <w:rsid w:val="00834082"/>
    <w:rsid w:val="00847BD7"/>
    <w:rsid w:val="00850848"/>
    <w:rsid w:val="00862DC6"/>
    <w:rsid w:val="00867669"/>
    <w:rsid w:val="008733FF"/>
    <w:rsid w:val="00874819"/>
    <w:rsid w:val="00874DE5"/>
    <w:rsid w:val="008906D7"/>
    <w:rsid w:val="0089567E"/>
    <w:rsid w:val="008967D5"/>
    <w:rsid w:val="008A27C4"/>
    <w:rsid w:val="008A3852"/>
    <w:rsid w:val="008A50B9"/>
    <w:rsid w:val="008A52DF"/>
    <w:rsid w:val="008A5BBE"/>
    <w:rsid w:val="008B15F2"/>
    <w:rsid w:val="008B7814"/>
    <w:rsid w:val="008C3A85"/>
    <w:rsid w:val="008C658E"/>
    <w:rsid w:val="008D025B"/>
    <w:rsid w:val="008D073A"/>
    <w:rsid w:val="008E1724"/>
    <w:rsid w:val="008E7787"/>
    <w:rsid w:val="00900368"/>
    <w:rsid w:val="00901456"/>
    <w:rsid w:val="00912DA1"/>
    <w:rsid w:val="00925644"/>
    <w:rsid w:val="009258EA"/>
    <w:rsid w:val="00927FF7"/>
    <w:rsid w:val="00940129"/>
    <w:rsid w:val="00946FB7"/>
    <w:rsid w:val="00950F62"/>
    <w:rsid w:val="00952E47"/>
    <w:rsid w:val="00955ABC"/>
    <w:rsid w:val="00955BB2"/>
    <w:rsid w:val="0095698B"/>
    <w:rsid w:val="00956E21"/>
    <w:rsid w:val="0096132A"/>
    <w:rsid w:val="0096660E"/>
    <w:rsid w:val="009748D0"/>
    <w:rsid w:val="0097629E"/>
    <w:rsid w:val="0098040C"/>
    <w:rsid w:val="00993CFD"/>
    <w:rsid w:val="009948FC"/>
    <w:rsid w:val="009962A0"/>
    <w:rsid w:val="009A4E90"/>
    <w:rsid w:val="009B2996"/>
    <w:rsid w:val="009C0223"/>
    <w:rsid w:val="009C66C7"/>
    <w:rsid w:val="009D439F"/>
    <w:rsid w:val="009E4ECC"/>
    <w:rsid w:val="009F0B85"/>
    <w:rsid w:val="009F1131"/>
    <w:rsid w:val="009F6A2C"/>
    <w:rsid w:val="009F7F30"/>
    <w:rsid w:val="00A03C5C"/>
    <w:rsid w:val="00A0775B"/>
    <w:rsid w:val="00A11500"/>
    <w:rsid w:val="00A32EC0"/>
    <w:rsid w:val="00A3703F"/>
    <w:rsid w:val="00A43BC7"/>
    <w:rsid w:val="00A44A32"/>
    <w:rsid w:val="00A474A5"/>
    <w:rsid w:val="00A62CBA"/>
    <w:rsid w:val="00A70174"/>
    <w:rsid w:val="00A70EF4"/>
    <w:rsid w:val="00A805FF"/>
    <w:rsid w:val="00A833E5"/>
    <w:rsid w:val="00A9289B"/>
    <w:rsid w:val="00AA4C16"/>
    <w:rsid w:val="00AC141D"/>
    <w:rsid w:val="00AC397C"/>
    <w:rsid w:val="00AC43D4"/>
    <w:rsid w:val="00AD01AC"/>
    <w:rsid w:val="00AD4199"/>
    <w:rsid w:val="00AE1454"/>
    <w:rsid w:val="00AE1599"/>
    <w:rsid w:val="00B03466"/>
    <w:rsid w:val="00B05921"/>
    <w:rsid w:val="00B14611"/>
    <w:rsid w:val="00B2241A"/>
    <w:rsid w:val="00B261F3"/>
    <w:rsid w:val="00B37BCD"/>
    <w:rsid w:val="00B40DCF"/>
    <w:rsid w:val="00B5706E"/>
    <w:rsid w:val="00B6395E"/>
    <w:rsid w:val="00B715B0"/>
    <w:rsid w:val="00B732DD"/>
    <w:rsid w:val="00B748F6"/>
    <w:rsid w:val="00B85E89"/>
    <w:rsid w:val="00B9113B"/>
    <w:rsid w:val="00B9143F"/>
    <w:rsid w:val="00B968FE"/>
    <w:rsid w:val="00B96B30"/>
    <w:rsid w:val="00B975B6"/>
    <w:rsid w:val="00BB584A"/>
    <w:rsid w:val="00BC4431"/>
    <w:rsid w:val="00BC5F08"/>
    <w:rsid w:val="00BD308C"/>
    <w:rsid w:val="00BD5BCE"/>
    <w:rsid w:val="00BE4440"/>
    <w:rsid w:val="00BE781C"/>
    <w:rsid w:val="00BF57C1"/>
    <w:rsid w:val="00BF7A18"/>
    <w:rsid w:val="00C013B7"/>
    <w:rsid w:val="00C02076"/>
    <w:rsid w:val="00C0499D"/>
    <w:rsid w:val="00C114BF"/>
    <w:rsid w:val="00C2099F"/>
    <w:rsid w:val="00C217D5"/>
    <w:rsid w:val="00C24434"/>
    <w:rsid w:val="00C3421C"/>
    <w:rsid w:val="00C445B5"/>
    <w:rsid w:val="00C54765"/>
    <w:rsid w:val="00C55CC7"/>
    <w:rsid w:val="00C5662B"/>
    <w:rsid w:val="00C82A4F"/>
    <w:rsid w:val="00C83EB8"/>
    <w:rsid w:val="00C96112"/>
    <w:rsid w:val="00CA27D0"/>
    <w:rsid w:val="00CA5E74"/>
    <w:rsid w:val="00CA7DD8"/>
    <w:rsid w:val="00CB6DA6"/>
    <w:rsid w:val="00CC0917"/>
    <w:rsid w:val="00CC2D2B"/>
    <w:rsid w:val="00CC41F7"/>
    <w:rsid w:val="00CC7EF0"/>
    <w:rsid w:val="00CD120C"/>
    <w:rsid w:val="00CD3BBF"/>
    <w:rsid w:val="00CE1AF0"/>
    <w:rsid w:val="00CE3AF3"/>
    <w:rsid w:val="00CF3937"/>
    <w:rsid w:val="00CF47E6"/>
    <w:rsid w:val="00D02748"/>
    <w:rsid w:val="00D135E5"/>
    <w:rsid w:val="00D13ACE"/>
    <w:rsid w:val="00D140E2"/>
    <w:rsid w:val="00D23B24"/>
    <w:rsid w:val="00D308EC"/>
    <w:rsid w:val="00D346BD"/>
    <w:rsid w:val="00D34BE1"/>
    <w:rsid w:val="00D405AA"/>
    <w:rsid w:val="00D42AA1"/>
    <w:rsid w:val="00D43FB2"/>
    <w:rsid w:val="00D440CD"/>
    <w:rsid w:val="00D5593F"/>
    <w:rsid w:val="00D56B91"/>
    <w:rsid w:val="00D5703F"/>
    <w:rsid w:val="00D64FBE"/>
    <w:rsid w:val="00D65B49"/>
    <w:rsid w:val="00D715A6"/>
    <w:rsid w:val="00D76EAF"/>
    <w:rsid w:val="00D8114A"/>
    <w:rsid w:val="00D8288C"/>
    <w:rsid w:val="00D830F0"/>
    <w:rsid w:val="00D8531A"/>
    <w:rsid w:val="00D876D2"/>
    <w:rsid w:val="00D91EF3"/>
    <w:rsid w:val="00DA4A3C"/>
    <w:rsid w:val="00DB2159"/>
    <w:rsid w:val="00DC58B7"/>
    <w:rsid w:val="00DC6AE1"/>
    <w:rsid w:val="00DC7819"/>
    <w:rsid w:val="00DD1C12"/>
    <w:rsid w:val="00DD5229"/>
    <w:rsid w:val="00DE2B72"/>
    <w:rsid w:val="00DE4C1F"/>
    <w:rsid w:val="00DE6141"/>
    <w:rsid w:val="00DE7A4A"/>
    <w:rsid w:val="00DF2B30"/>
    <w:rsid w:val="00DF3028"/>
    <w:rsid w:val="00E014C4"/>
    <w:rsid w:val="00E13419"/>
    <w:rsid w:val="00E17C76"/>
    <w:rsid w:val="00E3166D"/>
    <w:rsid w:val="00E47518"/>
    <w:rsid w:val="00E54B7C"/>
    <w:rsid w:val="00E640A3"/>
    <w:rsid w:val="00E81BFF"/>
    <w:rsid w:val="00E81C58"/>
    <w:rsid w:val="00E8504B"/>
    <w:rsid w:val="00EA3A25"/>
    <w:rsid w:val="00EB6A56"/>
    <w:rsid w:val="00EC0E71"/>
    <w:rsid w:val="00EC3463"/>
    <w:rsid w:val="00EC3D7C"/>
    <w:rsid w:val="00ED160A"/>
    <w:rsid w:val="00EE5802"/>
    <w:rsid w:val="00EE7397"/>
    <w:rsid w:val="00EF0638"/>
    <w:rsid w:val="00F01A75"/>
    <w:rsid w:val="00F0779C"/>
    <w:rsid w:val="00F12A2E"/>
    <w:rsid w:val="00F3233C"/>
    <w:rsid w:val="00F35713"/>
    <w:rsid w:val="00F513A4"/>
    <w:rsid w:val="00F54E99"/>
    <w:rsid w:val="00F65259"/>
    <w:rsid w:val="00F67EBE"/>
    <w:rsid w:val="00F7238F"/>
    <w:rsid w:val="00F72FCB"/>
    <w:rsid w:val="00F76795"/>
    <w:rsid w:val="00F825B5"/>
    <w:rsid w:val="00F856B4"/>
    <w:rsid w:val="00F91A45"/>
    <w:rsid w:val="00F950A8"/>
    <w:rsid w:val="00FA191D"/>
    <w:rsid w:val="00FB2893"/>
    <w:rsid w:val="00FB7D35"/>
    <w:rsid w:val="00FD3C01"/>
    <w:rsid w:val="00FD6AFC"/>
    <w:rsid w:val="00FD7D1F"/>
    <w:rsid w:val="00FF0475"/>
    <w:rsid w:val="00FF36F5"/>
    <w:rsid w:val="00FF63F7"/>
    <w:rsid w:val="00FF6EFA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EAC952C-D87D-4296-8A1F-D4FC1BEF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ab">
    <w:name w:val="Таблица"/>
    <w:basedOn w:val="a"/>
    <w:rsid w:val="00E640A3"/>
    <w:pPr>
      <w:spacing w:after="120"/>
    </w:pPr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FD6AFC"/>
    <w:pPr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23">
    <w:name w:val="Абзац списка2"/>
    <w:basedOn w:val="a"/>
    <w:rsid w:val="00C55CC7"/>
    <w:pPr>
      <w:ind w:left="720"/>
    </w:pPr>
  </w:style>
  <w:style w:type="paragraph" w:styleId="ac">
    <w:name w:val="header"/>
    <w:basedOn w:val="a"/>
    <w:link w:val="ad"/>
    <w:uiPriority w:val="99"/>
    <w:unhideWhenUsed/>
    <w:rsid w:val="00955B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5BB2"/>
    <w:rPr>
      <w:rFonts w:ascii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955B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5BB2"/>
    <w:rPr>
      <w:rFonts w:ascii="Times New Roman" w:hAnsi="Times New Roman" w:cs="Times New Roman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D140E2"/>
    <w:rPr>
      <w:rFonts w:ascii="Times New Roman" w:hAnsi="Times New Roman" w:cs="Times New Roman"/>
    </w:rPr>
  </w:style>
  <w:style w:type="numbering" w:customStyle="1" w:styleId="WWNum7">
    <w:name w:val="WWNum7"/>
    <w:basedOn w:val="a2"/>
    <w:rsid w:val="0040553E"/>
    <w:pPr>
      <w:numPr>
        <w:numId w:val="34"/>
      </w:numPr>
    </w:pPr>
  </w:style>
  <w:style w:type="paragraph" w:customStyle="1" w:styleId="12">
    <w:name w:val="Таблица 1"/>
    <w:basedOn w:val="a"/>
    <w:link w:val="13"/>
    <w:qFormat/>
    <w:rsid w:val="00654DFF"/>
    <w:pPr>
      <w:widowControl w:val="0"/>
      <w:ind w:right="-108"/>
    </w:pPr>
    <w:rPr>
      <w:sz w:val="24"/>
      <w:szCs w:val="28"/>
    </w:rPr>
  </w:style>
  <w:style w:type="character" w:customStyle="1" w:styleId="13">
    <w:name w:val="Таблица 1 Знак"/>
    <w:link w:val="12"/>
    <w:locked/>
    <w:rsid w:val="00654DFF"/>
    <w:rPr>
      <w:rFonts w:ascii="Times New Roman" w:hAnsi="Times New Roman" w:cs="Times New Roman"/>
      <w:sz w:val="24"/>
      <w:szCs w:val="28"/>
    </w:rPr>
  </w:style>
  <w:style w:type="paragraph" w:customStyle="1" w:styleId="af0">
    <w:name w:val="П.З."/>
    <w:basedOn w:val="a"/>
    <w:link w:val="af1"/>
    <w:rsid w:val="00654DFF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1">
    <w:name w:val="П.З. Знак"/>
    <w:link w:val="af0"/>
    <w:locked/>
    <w:rsid w:val="00654DFF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E33DC-B57C-4F23-A231-876C60A47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177</TotalTime>
  <Pages>4</Pages>
  <Words>814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6521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Гончаров Юрий Владимирович</cp:lastModifiedBy>
  <cp:revision>19</cp:revision>
  <cp:lastPrinted>2010-09-15T05:34:00Z</cp:lastPrinted>
  <dcterms:created xsi:type="dcterms:W3CDTF">2022-11-10T08:11:00Z</dcterms:created>
  <dcterms:modified xsi:type="dcterms:W3CDTF">2022-11-23T08:30:00Z</dcterms:modified>
</cp:coreProperties>
</file>